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979BF" w14:textId="77777777" w:rsidR="002C4B31" w:rsidRDefault="00CD6897" w:rsidP="002C4B31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2A4FE4">
        <w:rPr>
          <w:rFonts w:ascii="Times New Roman" w:hAnsi="Times New Roman"/>
          <w:b/>
          <w:bCs/>
          <w:sz w:val="24"/>
          <w:szCs w:val="24"/>
        </w:rPr>
        <w:tab/>
      </w:r>
      <w:r w:rsidRPr="002A4FE4">
        <w:rPr>
          <w:rFonts w:ascii="Times New Roman" w:hAnsi="Times New Roman"/>
          <w:b/>
          <w:bCs/>
          <w:sz w:val="24"/>
          <w:szCs w:val="24"/>
        </w:rPr>
        <w:tab/>
      </w:r>
      <w:r w:rsidRPr="002A4FE4">
        <w:rPr>
          <w:rFonts w:ascii="Times New Roman" w:hAnsi="Times New Roman"/>
          <w:b/>
          <w:bCs/>
          <w:sz w:val="24"/>
          <w:szCs w:val="24"/>
        </w:rPr>
        <w:tab/>
      </w:r>
      <w:r w:rsidRPr="002A4FE4">
        <w:rPr>
          <w:rFonts w:ascii="Times New Roman" w:hAnsi="Times New Roman"/>
          <w:b/>
          <w:bCs/>
          <w:sz w:val="24"/>
          <w:szCs w:val="24"/>
        </w:rPr>
        <w:tab/>
      </w:r>
      <w:r w:rsidR="002C4B31" w:rsidRPr="00CD5251">
        <w:rPr>
          <w:rFonts w:ascii="Times New Roman" w:hAnsi="Times New Roman"/>
          <w:bCs/>
          <w:i/>
        </w:rPr>
        <w:t>Załącznik n</w:t>
      </w:r>
      <w:r w:rsidR="006E2C92">
        <w:rPr>
          <w:rFonts w:ascii="Times New Roman" w:hAnsi="Times New Roman"/>
          <w:bCs/>
          <w:i/>
        </w:rPr>
        <w:t>r 1.5 do Zarządzenia Rektora UR</w:t>
      </w:r>
      <w:r w:rsidR="002C4B31" w:rsidRPr="00CD5251">
        <w:rPr>
          <w:rFonts w:ascii="Times New Roman" w:hAnsi="Times New Roman"/>
          <w:bCs/>
          <w:i/>
        </w:rPr>
        <w:t xml:space="preserve"> nr 12/2019</w:t>
      </w:r>
    </w:p>
    <w:p w14:paraId="68D0666E" w14:textId="77777777" w:rsidR="006E2C92" w:rsidRPr="00CD5251" w:rsidRDefault="006E2C92" w:rsidP="002C4B31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1DF68632" w14:textId="77777777" w:rsidR="0085747A" w:rsidRPr="002A4FE4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A4FE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586E5C9" w14:textId="77777777" w:rsidR="002A4FE4" w:rsidRDefault="0071620A" w:rsidP="00EC011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A4FE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0E6859" w:rsidRPr="00EC0113">
        <w:rPr>
          <w:rFonts w:ascii="Times New Roman" w:hAnsi="Times New Roman"/>
          <w:b/>
          <w:smallCaps/>
          <w:sz w:val="24"/>
          <w:szCs w:val="24"/>
        </w:rPr>
        <w:t>20</w:t>
      </w:r>
      <w:r w:rsidR="000176DE" w:rsidRPr="00EC0113">
        <w:rPr>
          <w:rFonts w:ascii="Times New Roman" w:hAnsi="Times New Roman"/>
          <w:b/>
          <w:smallCaps/>
          <w:sz w:val="24"/>
          <w:szCs w:val="24"/>
        </w:rPr>
        <w:t>23</w:t>
      </w:r>
      <w:r w:rsidR="000E6859" w:rsidRPr="00EC0113">
        <w:rPr>
          <w:rFonts w:ascii="Times New Roman" w:hAnsi="Times New Roman"/>
          <w:b/>
          <w:smallCaps/>
          <w:sz w:val="24"/>
          <w:szCs w:val="24"/>
        </w:rPr>
        <w:t>-202</w:t>
      </w:r>
      <w:r w:rsidR="000176DE" w:rsidRPr="00EC0113">
        <w:rPr>
          <w:rFonts w:ascii="Times New Roman" w:hAnsi="Times New Roman"/>
          <w:b/>
          <w:smallCaps/>
          <w:sz w:val="24"/>
          <w:szCs w:val="24"/>
        </w:rPr>
        <w:t>8</w:t>
      </w:r>
    </w:p>
    <w:p w14:paraId="732A1DA4" w14:textId="77777777" w:rsidR="006E2C92" w:rsidRPr="00EC0113" w:rsidRDefault="006E2C92" w:rsidP="00EC0113">
      <w:pPr>
        <w:spacing w:after="0" w:line="240" w:lineRule="exact"/>
        <w:jc w:val="center"/>
        <w:rPr>
          <w:rFonts w:ascii="Times New Roman" w:hAnsi="Times New Roman"/>
          <w:i/>
          <w:smallCaps/>
          <w:sz w:val="24"/>
          <w:szCs w:val="24"/>
        </w:rPr>
      </w:pPr>
    </w:p>
    <w:p w14:paraId="31C023AD" w14:textId="77777777" w:rsidR="00445970" w:rsidRPr="002A4FE4" w:rsidRDefault="00445970" w:rsidP="00E7389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2A4FE4">
        <w:rPr>
          <w:rFonts w:ascii="Times New Roman" w:hAnsi="Times New Roman"/>
          <w:sz w:val="24"/>
          <w:szCs w:val="24"/>
        </w:rPr>
        <w:t xml:space="preserve">Rok akademicki </w:t>
      </w:r>
      <w:r w:rsidR="000E6859" w:rsidRPr="002A4FE4">
        <w:rPr>
          <w:rFonts w:ascii="Times New Roman" w:hAnsi="Times New Roman"/>
          <w:sz w:val="24"/>
          <w:szCs w:val="24"/>
        </w:rPr>
        <w:t>20</w:t>
      </w:r>
      <w:r w:rsidR="000176DE" w:rsidRPr="002A4FE4">
        <w:rPr>
          <w:rFonts w:ascii="Times New Roman" w:hAnsi="Times New Roman"/>
          <w:sz w:val="24"/>
          <w:szCs w:val="24"/>
        </w:rPr>
        <w:t>23</w:t>
      </w:r>
      <w:r w:rsidR="0007455F" w:rsidRPr="002A4FE4">
        <w:rPr>
          <w:rFonts w:ascii="Times New Roman" w:hAnsi="Times New Roman"/>
          <w:sz w:val="24"/>
          <w:szCs w:val="24"/>
        </w:rPr>
        <w:t>-</w:t>
      </w:r>
      <w:r w:rsidR="000E6859" w:rsidRPr="002A4FE4">
        <w:rPr>
          <w:rFonts w:ascii="Times New Roman" w:hAnsi="Times New Roman"/>
          <w:sz w:val="24"/>
          <w:szCs w:val="24"/>
        </w:rPr>
        <w:t>20</w:t>
      </w:r>
      <w:r w:rsidR="000176DE" w:rsidRPr="002A4FE4">
        <w:rPr>
          <w:rFonts w:ascii="Times New Roman" w:hAnsi="Times New Roman"/>
          <w:sz w:val="24"/>
          <w:szCs w:val="24"/>
        </w:rPr>
        <w:t>24</w:t>
      </w:r>
    </w:p>
    <w:p w14:paraId="33256A82" w14:textId="77777777" w:rsidR="0085747A" w:rsidRPr="002A4FE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73BBB8" w14:textId="77777777" w:rsidR="0085747A" w:rsidRPr="002A4FE4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2A4FE4">
        <w:rPr>
          <w:szCs w:val="24"/>
        </w:rPr>
        <w:t xml:space="preserve">1. </w:t>
      </w:r>
      <w:r w:rsidR="0085747A" w:rsidRPr="002A4FE4">
        <w:rPr>
          <w:szCs w:val="24"/>
        </w:rPr>
        <w:t xml:space="preserve">Podstawowe </w:t>
      </w:r>
      <w:r w:rsidR="00445970" w:rsidRPr="002A4FE4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4FE4" w14:paraId="64AA5CEC" w14:textId="77777777" w:rsidTr="00B819C8">
        <w:tc>
          <w:tcPr>
            <w:tcW w:w="2694" w:type="dxa"/>
            <w:vAlign w:val="center"/>
          </w:tcPr>
          <w:p w14:paraId="1BF5480E" w14:textId="77777777" w:rsidR="0085747A" w:rsidRPr="002A4F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D9FC22" w14:textId="77777777" w:rsidR="0085747A" w:rsidRPr="00EC0113" w:rsidRDefault="000176DE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C0113">
              <w:rPr>
                <w:sz w:val="24"/>
                <w:szCs w:val="24"/>
              </w:rPr>
              <w:t>Wprowadzenie do psychologii</w:t>
            </w:r>
          </w:p>
        </w:tc>
      </w:tr>
      <w:tr w:rsidR="0085747A" w:rsidRPr="002A4FE4" w14:paraId="161FE09B" w14:textId="77777777" w:rsidTr="00B819C8">
        <w:tc>
          <w:tcPr>
            <w:tcW w:w="2694" w:type="dxa"/>
            <w:vAlign w:val="center"/>
          </w:tcPr>
          <w:p w14:paraId="76BBA8E4" w14:textId="77777777" w:rsidR="0085747A" w:rsidRPr="002A4F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Kod przedmiotu</w:t>
            </w:r>
            <w:r w:rsidR="0085747A" w:rsidRPr="002A4FE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4B26E5" w14:textId="77777777" w:rsidR="0085747A" w:rsidRPr="002A4FE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2A4FE4" w14:paraId="2DC536A8" w14:textId="77777777" w:rsidTr="00B819C8">
        <w:tc>
          <w:tcPr>
            <w:tcW w:w="2694" w:type="dxa"/>
            <w:vAlign w:val="center"/>
          </w:tcPr>
          <w:p w14:paraId="5FF863BD" w14:textId="77777777" w:rsidR="0085747A" w:rsidRPr="002A4FE4" w:rsidRDefault="006E2C9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2A4FE4">
              <w:rPr>
                <w:sz w:val="24"/>
                <w:szCs w:val="24"/>
              </w:rPr>
              <w:t>azwa</w:t>
            </w:r>
            <w:r w:rsidR="00C05F44" w:rsidRPr="002A4FE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1723CC" w14:textId="77777777" w:rsidR="0085747A" w:rsidRPr="002A4FE4" w:rsidRDefault="003B61A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2A4FE4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2A4FE4" w14:paraId="540427AD" w14:textId="77777777" w:rsidTr="00B819C8">
        <w:tc>
          <w:tcPr>
            <w:tcW w:w="2694" w:type="dxa"/>
            <w:vAlign w:val="center"/>
          </w:tcPr>
          <w:p w14:paraId="01CE93F1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0E2DE9" w14:textId="77777777" w:rsidR="0085747A" w:rsidRPr="002A4FE4" w:rsidRDefault="00524DE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A4FE4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A4FE4" w14:paraId="4D7A4708" w14:textId="77777777" w:rsidTr="00B819C8">
        <w:tc>
          <w:tcPr>
            <w:tcW w:w="2694" w:type="dxa"/>
            <w:vAlign w:val="center"/>
          </w:tcPr>
          <w:p w14:paraId="3E72F522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2F8A9" w14:textId="77777777" w:rsidR="0085747A" w:rsidRPr="002A4FE4" w:rsidRDefault="000176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A4FE4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2A4FE4" w14:paraId="0F42FAA4" w14:textId="77777777" w:rsidTr="00B819C8">
        <w:tc>
          <w:tcPr>
            <w:tcW w:w="2694" w:type="dxa"/>
            <w:vAlign w:val="center"/>
          </w:tcPr>
          <w:p w14:paraId="6703DD5D" w14:textId="77777777" w:rsidR="0085747A" w:rsidRPr="002A4FE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50225D" w14:textId="56FD9424" w:rsidR="0085747A" w:rsidRPr="002A4FE4" w:rsidRDefault="001A13B0" w:rsidP="00C8698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A4FE4">
              <w:rPr>
                <w:b w:val="0"/>
                <w:sz w:val="24"/>
                <w:szCs w:val="24"/>
              </w:rPr>
              <w:t>studia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2A4FE4">
              <w:rPr>
                <w:b w:val="0"/>
                <w:sz w:val="24"/>
                <w:szCs w:val="24"/>
              </w:rPr>
              <w:t>jednolite</w:t>
            </w:r>
            <w:r w:rsidR="00C3330A" w:rsidRPr="002A4FE4">
              <w:rPr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2A4FE4" w14:paraId="67228ECF" w14:textId="77777777" w:rsidTr="00B819C8">
        <w:tc>
          <w:tcPr>
            <w:tcW w:w="2694" w:type="dxa"/>
            <w:vAlign w:val="center"/>
          </w:tcPr>
          <w:p w14:paraId="1796298A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C4634E" w14:textId="77777777" w:rsidR="0085747A" w:rsidRPr="002A4FE4" w:rsidRDefault="007D6A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0176DE" w:rsidRPr="002A4FE4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2A4FE4" w14:paraId="29635846" w14:textId="77777777" w:rsidTr="00B819C8">
        <w:tc>
          <w:tcPr>
            <w:tcW w:w="2694" w:type="dxa"/>
            <w:vAlign w:val="center"/>
          </w:tcPr>
          <w:p w14:paraId="33CD958F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EF5A2D" w14:textId="77777777" w:rsidR="0085747A" w:rsidRPr="002A4FE4" w:rsidRDefault="007D6A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B752BD" w:rsidRPr="002A4FE4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747A" w:rsidRPr="002A4FE4" w14:paraId="76F47E8C" w14:textId="77777777" w:rsidTr="00B819C8">
        <w:tc>
          <w:tcPr>
            <w:tcW w:w="2694" w:type="dxa"/>
            <w:vAlign w:val="center"/>
          </w:tcPr>
          <w:p w14:paraId="633E4CDF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Rok i semestr</w:t>
            </w:r>
            <w:r w:rsidR="0030395F" w:rsidRPr="002A4FE4">
              <w:rPr>
                <w:sz w:val="24"/>
                <w:szCs w:val="24"/>
              </w:rPr>
              <w:t>/y</w:t>
            </w:r>
            <w:r w:rsidRPr="002A4FE4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17DFE0" w14:textId="77777777" w:rsidR="0085747A" w:rsidRPr="002A4FE4" w:rsidRDefault="00EC011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 rok,</w:t>
            </w:r>
            <w:r w:rsidR="00B752BD" w:rsidRPr="002A4FE4">
              <w:rPr>
                <w:b w:val="0"/>
                <w:sz w:val="24"/>
                <w:szCs w:val="24"/>
              </w:rPr>
              <w:t xml:space="preserve"> semestr</w:t>
            </w:r>
            <w:r>
              <w:rPr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2A4FE4" w14:paraId="595FA6E0" w14:textId="77777777" w:rsidTr="00B819C8">
        <w:tc>
          <w:tcPr>
            <w:tcW w:w="2694" w:type="dxa"/>
            <w:vAlign w:val="center"/>
          </w:tcPr>
          <w:p w14:paraId="1CA7A976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1CDD38" w14:textId="41C122F1" w:rsidR="0085747A" w:rsidRPr="002A4FE4" w:rsidRDefault="001A1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przedmiot kształcenia</w:t>
            </w:r>
            <w:r w:rsidR="007D6A32">
              <w:rPr>
                <w:b w:val="0"/>
                <w:sz w:val="24"/>
                <w:szCs w:val="24"/>
              </w:rPr>
              <w:t xml:space="preserve"> kierunkowego</w:t>
            </w:r>
          </w:p>
        </w:tc>
      </w:tr>
      <w:tr w:rsidR="00923D7D" w:rsidRPr="002A4FE4" w14:paraId="497D1D4A" w14:textId="77777777" w:rsidTr="00B819C8">
        <w:tc>
          <w:tcPr>
            <w:tcW w:w="2694" w:type="dxa"/>
            <w:vAlign w:val="center"/>
          </w:tcPr>
          <w:p w14:paraId="4591D10B" w14:textId="77777777" w:rsidR="00923D7D" w:rsidRPr="002A4FE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0D5B88" w14:textId="77777777" w:rsidR="00923D7D" w:rsidRPr="002A4FE4" w:rsidRDefault="007D6A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7176" w:rsidRPr="002A4FE4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2A4FE4" w14:paraId="12B1ED2D" w14:textId="77777777" w:rsidTr="00B819C8">
        <w:tc>
          <w:tcPr>
            <w:tcW w:w="2694" w:type="dxa"/>
            <w:vAlign w:val="center"/>
          </w:tcPr>
          <w:p w14:paraId="5FD97227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FD2CF1" w14:textId="77777777" w:rsidR="0085747A" w:rsidRPr="002A4FE4" w:rsidRDefault="0085717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A4FE4">
              <w:rPr>
                <w:b w:val="0"/>
                <w:sz w:val="24"/>
                <w:szCs w:val="24"/>
              </w:rPr>
              <w:t>dr hab. Andrzej Łukasik</w:t>
            </w:r>
            <w:r w:rsidR="00C56BA4" w:rsidRPr="002A4FE4">
              <w:rPr>
                <w:b w:val="0"/>
                <w:sz w:val="24"/>
                <w:szCs w:val="24"/>
              </w:rPr>
              <w:t>, prof. UR</w:t>
            </w:r>
          </w:p>
        </w:tc>
      </w:tr>
      <w:tr w:rsidR="0085747A" w:rsidRPr="002A4FE4" w14:paraId="737B1BB9" w14:textId="77777777" w:rsidTr="00B819C8">
        <w:tc>
          <w:tcPr>
            <w:tcW w:w="2694" w:type="dxa"/>
            <w:vAlign w:val="center"/>
          </w:tcPr>
          <w:p w14:paraId="4EE47FBC" w14:textId="77777777" w:rsidR="0085747A" w:rsidRPr="002A4F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052577" w14:textId="77777777" w:rsidR="0085747A" w:rsidRPr="002A4FE4" w:rsidRDefault="002A4FE4" w:rsidP="00C56BA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3B61A0" w:rsidRPr="002A4FE4">
              <w:rPr>
                <w:b w:val="0"/>
                <w:sz w:val="24"/>
                <w:szCs w:val="24"/>
              </w:rPr>
              <w:t xml:space="preserve">r hab. Andrzej Łukasik, </w:t>
            </w:r>
            <w:r w:rsidR="007D6A32">
              <w:rPr>
                <w:b w:val="0"/>
                <w:sz w:val="24"/>
                <w:szCs w:val="24"/>
              </w:rPr>
              <w:t xml:space="preserve">prof. UR; </w:t>
            </w:r>
            <w:r w:rsidR="003B61A0" w:rsidRPr="002A4FE4"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14:paraId="54E36BB6" w14:textId="77777777" w:rsidR="0085747A" w:rsidRPr="002A4FE4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2A4FE4">
        <w:rPr>
          <w:sz w:val="24"/>
          <w:szCs w:val="24"/>
        </w:rPr>
        <w:t xml:space="preserve">* </w:t>
      </w:r>
      <w:r w:rsidRPr="002A4FE4">
        <w:rPr>
          <w:i/>
          <w:sz w:val="24"/>
          <w:szCs w:val="24"/>
        </w:rPr>
        <w:t>-</w:t>
      </w:r>
      <w:proofErr w:type="spellStart"/>
      <w:r w:rsidR="00B90885" w:rsidRPr="002A4FE4">
        <w:rPr>
          <w:b w:val="0"/>
          <w:i/>
          <w:szCs w:val="22"/>
        </w:rPr>
        <w:t>opcjonalni</w:t>
      </w:r>
      <w:r w:rsidR="00B90885" w:rsidRPr="002A4FE4">
        <w:rPr>
          <w:b w:val="0"/>
          <w:szCs w:val="22"/>
        </w:rPr>
        <w:t>e,</w:t>
      </w:r>
      <w:r w:rsidRPr="002A4FE4">
        <w:rPr>
          <w:b w:val="0"/>
          <w:i/>
          <w:szCs w:val="22"/>
        </w:rPr>
        <w:t>zgodnie</w:t>
      </w:r>
      <w:proofErr w:type="spellEnd"/>
      <w:r w:rsidRPr="002A4FE4">
        <w:rPr>
          <w:b w:val="0"/>
          <w:i/>
          <w:szCs w:val="22"/>
        </w:rPr>
        <w:t xml:space="preserve"> z ustaleniami </w:t>
      </w:r>
      <w:r w:rsidR="00B90885" w:rsidRPr="002A4FE4">
        <w:rPr>
          <w:b w:val="0"/>
          <w:i/>
          <w:szCs w:val="22"/>
        </w:rPr>
        <w:t>w Jednostce</w:t>
      </w:r>
    </w:p>
    <w:p w14:paraId="33A80759" w14:textId="77777777" w:rsidR="00923D7D" w:rsidRPr="002A4FE4" w:rsidRDefault="00923D7D" w:rsidP="009C54AE">
      <w:pPr>
        <w:pStyle w:val="Podpunkty"/>
        <w:ind w:left="0"/>
        <w:rPr>
          <w:sz w:val="24"/>
          <w:szCs w:val="24"/>
        </w:rPr>
      </w:pPr>
    </w:p>
    <w:p w14:paraId="502EC031" w14:textId="77777777" w:rsidR="0085747A" w:rsidRPr="002A4FE4" w:rsidRDefault="0085747A" w:rsidP="009C54AE">
      <w:pPr>
        <w:pStyle w:val="Podpunkty"/>
        <w:ind w:left="284"/>
        <w:rPr>
          <w:sz w:val="24"/>
          <w:szCs w:val="24"/>
        </w:rPr>
      </w:pPr>
      <w:r w:rsidRPr="002A4FE4">
        <w:rPr>
          <w:sz w:val="24"/>
          <w:szCs w:val="24"/>
        </w:rPr>
        <w:t>1.</w:t>
      </w:r>
      <w:r w:rsidR="00E22FBC" w:rsidRPr="002A4FE4">
        <w:rPr>
          <w:sz w:val="24"/>
          <w:szCs w:val="24"/>
        </w:rPr>
        <w:t>1</w:t>
      </w:r>
      <w:r w:rsidRPr="002A4FE4">
        <w:rPr>
          <w:sz w:val="24"/>
          <w:szCs w:val="24"/>
        </w:rPr>
        <w:t xml:space="preserve">.Formy zajęć dydaktycznych, wymiar godzin i punktów ECTS </w:t>
      </w:r>
    </w:p>
    <w:p w14:paraId="2C8FEFFE" w14:textId="77777777" w:rsidR="00923D7D" w:rsidRPr="002A4FE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2A4FE4" w14:paraId="53500580" w14:textId="77777777" w:rsidTr="002A4FE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B519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Semestr</w:t>
            </w:r>
          </w:p>
          <w:p w14:paraId="1B8E410C" w14:textId="77777777" w:rsidR="00015B8F" w:rsidRPr="002A4FE4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(</w:t>
            </w:r>
            <w:r w:rsidR="00363F78" w:rsidRPr="002A4FE4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2F58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A4FE4">
              <w:rPr>
                <w:szCs w:val="24"/>
              </w:rPr>
              <w:t>Wykł</w:t>
            </w:r>
            <w:proofErr w:type="spellEnd"/>
            <w:r w:rsidRPr="002A4FE4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0F79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59E3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A4FE4">
              <w:rPr>
                <w:szCs w:val="24"/>
              </w:rPr>
              <w:t>Konw</w:t>
            </w:r>
            <w:proofErr w:type="spellEnd"/>
            <w:r w:rsidRPr="002A4FE4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5DDE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BFA1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A4FE4">
              <w:rPr>
                <w:szCs w:val="24"/>
              </w:rPr>
              <w:t>Sem</w:t>
            </w:r>
            <w:proofErr w:type="spellEnd"/>
            <w:r w:rsidRPr="002A4FE4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3CE2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892F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2A4FE4">
              <w:rPr>
                <w:szCs w:val="24"/>
              </w:rPr>
              <w:t>Prakt</w:t>
            </w:r>
            <w:proofErr w:type="spellEnd"/>
            <w:r w:rsidRPr="002A4FE4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BD2C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A4FE4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0672" w14:textId="77777777" w:rsidR="00015B8F" w:rsidRPr="002A4FE4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2A4FE4">
              <w:rPr>
                <w:b/>
                <w:szCs w:val="24"/>
              </w:rPr>
              <w:t>Liczba pkt</w:t>
            </w:r>
            <w:r w:rsidR="00B90885" w:rsidRPr="002A4FE4">
              <w:rPr>
                <w:b/>
                <w:szCs w:val="24"/>
              </w:rPr>
              <w:t>.</w:t>
            </w:r>
            <w:r w:rsidRPr="002A4FE4">
              <w:rPr>
                <w:b/>
                <w:szCs w:val="24"/>
              </w:rPr>
              <w:t xml:space="preserve"> ECTS</w:t>
            </w:r>
          </w:p>
        </w:tc>
      </w:tr>
      <w:tr w:rsidR="00015B8F" w:rsidRPr="002A4FE4" w14:paraId="07BE0465" w14:textId="77777777" w:rsidTr="00F34AA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E148" w14:textId="77777777" w:rsidR="00015B8F" w:rsidRPr="002A4FE4" w:rsidRDefault="00EC0113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6291" w14:textId="77777777" w:rsidR="00015B8F" w:rsidRPr="002A4FE4" w:rsidRDefault="000176DE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4598" w14:textId="77777777" w:rsidR="00015B8F" w:rsidRPr="002A4FE4" w:rsidRDefault="00857176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7DF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CCB6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2C85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252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BC2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459D" w14:textId="77777777" w:rsidR="00015B8F" w:rsidRPr="002A4FE4" w:rsidRDefault="00015B8F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DB5" w14:textId="77777777" w:rsidR="00015B8F" w:rsidRPr="002A4FE4" w:rsidRDefault="00524DE2" w:rsidP="00F34AA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A4FE4">
              <w:rPr>
                <w:sz w:val="24"/>
                <w:szCs w:val="24"/>
              </w:rPr>
              <w:t>6</w:t>
            </w:r>
          </w:p>
        </w:tc>
      </w:tr>
    </w:tbl>
    <w:p w14:paraId="1FBB4FCA" w14:textId="77777777" w:rsidR="00923D7D" w:rsidRPr="002A4FE4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FF0BB97" w14:textId="77777777" w:rsidR="0085747A" w:rsidRPr="002A4F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2A4FE4">
        <w:rPr>
          <w:smallCaps w:val="0"/>
          <w:szCs w:val="24"/>
        </w:rPr>
        <w:t>1.</w:t>
      </w:r>
      <w:r w:rsidR="00E22FBC" w:rsidRPr="002A4FE4">
        <w:rPr>
          <w:smallCaps w:val="0"/>
          <w:szCs w:val="24"/>
        </w:rPr>
        <w:t>2</w:t>
      </w:r>
      <w:r w:rsidR="00F83B28" w:rsidRPr="002A4FE4">
        <w:rPr>
          <w:smallCaps w:val="0"/>
          <w:szCs w:val="24"/>
        </w:rPr>
        <w:t>.</w:t>
      </w:r>
      <w:r w:rsidR="00F83B28" w:rsidRPr="002A4FE4">
        <w:rPr>
          <w:smallCaps w:val="0"/>
          <w:szCs w:val="24"/>
        </w:rPr>
        <w:tab/>
      </w:r>
      <w:r w:rsidRPr="002A4FE4">
        <w:rPr>
          <w:smallCaps w:val="0"/>
          <w:szCs w:val="24"/>
        </w:rPr>
        <w:t xml:space="preserve">Sposób realizacji zajęć  </w:t>
      </w:r>
    </w:p>
    <w:p w14:paraId="01598D70" w14:textId="77777777" w:rsidR="0085747A" w:rsidRPr="002A4FE4" w:rsidRDefault="002A4FE4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85747A" w:rsidRPr="002A4FE4">
        <w:rPr>
          <w:b w:val="0"/>
          <w:smallCaps w:val="0"/>
          <w:szCs w:val="24"/>
          <w:u w:val="single"/>
        </w:rPr>
        <w:t xml:space="preserve"> zajęcia w formie tradycyjnej </w:t>
      </w:r>
    </w:p>
    <w:p w14:paraId="6393C5A5" w14:textId="77777777" w:rsidR="0085747A" w:rsidRPr="002A4FE4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2A4FE4">
        <w:rPr>
          <w:rFonts w:ascii="Segoe UI Symbol" w:eastAsia="MS Gothic" w:hAnsi="Segoe UI Symbol" w:cs="Segoe UI Symbol"/>
          <w:b w:val="0"/>
          <w:szCs w:val="24"/>
        </w:rPr>
        <w:t>☐</w:t>
      </w:r>
      <w:r w:rsidRPr="002A4FE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12417B" w14:textId="77777777" w:rsidR="0085747A" w:rsidRPr="002A4FE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5266D842" w14:textId="77777777" w:rsidR="00E960BB" w:rsidRPr="006E2C92" w:rsidRDefault="00E22FBC" w:rsidP="006E2C92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1.3 </w:t>
      </w:r>
      <w:r w:rsidR="00F83B28" w:rsidRPr="002A4FE4">
        <w:rPr>
          <w:smallCaps w:val="0"/>
          <w:szCs w:val="24"/>
        </w:rPr>
        <w:tab/>
      </w:r>
      <w:r w:rsidRPr="002A4FE4">
        <w:rPr>
          <w:smallCaps w:val="0"/>
          <w:szCs w:val="24"/>
        </w:rPr>
        <w:t>For</w:t>
      </w:r>
      <w:r w:rsidR="00445970" w:rsidRPr="002A4FE4">
        <w:rPr>
          <w:smallCaps w:val="0"/>
          <w:szCs w:val="24"/>
        </w:rPr>
        <w:t xml:space="preserve">ma zaliczenia przedmiotu </w:t>
      </w:r>
      <w:r w:rsidR="006E2C92">
        <w:rPr>
          <w:smallCaps w:val="0"/>
          <w:szCs w:val="24"/>
        </w:rPr>
        <w:t xml:space="preserve">(z toku): </w:t>
      </w:r>
      <w:r w:rsidR="00C8698B" w:rsidRPr="006E2C92">
        <w:rPr>
          <w:b w:val="0"/>
          <w:smallCaps w:val="0"/>
          <w:szCs w:val="24"/>
        </w:rPr>
        <w:t>E</w:t>
      </w:r>
      <w:r w:rsidR="000176DE" w:rsidRPr="006E2C92">
        <w:rPr>
          <w:b w:val="0"/>
          <w:smallCaps w:val="0"/>
          <w:szCs w:val="24"/>
        </w:rPr>
        <w:t>gzamin</w:t>
      </w:r>
    </w:p>
    <w:p w14:paraId="4E834E3E" w14:textId="77777777" w:rsidR="000176DE" w:rsidRPr="002A4FE4" w:rsidRDefault="000176DE" w:rsidP="009C54AE">
      <w:pPr>
        <w:pStyle w:val="Punktygwne"/>
        <w:spacing w:before="0" w:after="0"/>
        <w:rPr>
          <w:b w:val="0"/>
          <w:color w:val="FF0000"/>
          <w:szCs w:val="24"/>
        </w:rPr>
      </w:pPr>
    </w:p>
    <w:p w14:paraId="1E5D7A71" w14:textId="77777777" w:rsidR="00E960BB" w:rsidRPr="002A4FE4" w:rsidRDefault="0085747A" w:rsidP="009C54AE">
      <w:pPr>
        <w:pStyle w:val="Punktygwne"/>
        <w:spacing w:before="0" w:after="0"/>
        <w:rPr>
          <w:szCs w:val="24"/>
        </w:rPr>
      </w:pPr>
      <w:r w:rsidRPr="002A4FE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A4FE4" w14:paraId="3B39B2C9" w14:textId="77777777" w:rsidTr="00745302">
        <w:tc>
          <w:tcPr>
            <w:tcW w:w="9670" w:type="dxa"/>
          </w:tcPr>
          <w:p w14:paraId="032EF355" w14:textId="77777777" w:rsidR="0085747A" w:rsidRPr="002A4FE4" w:rsidRDefault="00857176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2A4FE4">
              <w:rPr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14:paraId="2F8C979F" w14:textId="77777777" w:rsidR="00C8698B" w:rsidRPr="002A4FE4" w:rsidRDefault="00C8698B" w:rsidP="009C54AE">
      <w:pPr>
        <w:pStyle w:val="Punktygwne"/>
        <w:spacing w:before="0" w:after="0"/>
        <w:rPr>
          <w:szCs w:val="24"/>
        </w:rPr>
      </w:pPr>
    </w:p>
    <w:p w14:paraId="3FA18DFF" w14:textId="77777777" w:rsidR="0085747A" w:rsidRPr="002A4FE4" w:rsidRDefault="0071620A" w:rsidP="009C54AE">
      <w:pPr>
        <w:pStyle w:val="Punktygwne"/>
        <w:spacing w:before="0" w:after="0"/>
        <w:rPr>
          <w:szCs w:val="24"/>
        </w:rPr>
      </w:pPr>
      <w:r w:rsidRPr="002A4FE4">
        <w:rPr>
          <w:szCs w:val="24"/>
        </w:rPr>
        <w:t>3.</w:t>
      </w:r>
      <w:r w:rsidR="00A84C85" w:rsidRPr="002A4FE4">
        <w:rPr>
          <w:szCs w:val="24"/>
        </w:rPr>
        <w:t>cele, efekty uczenia się</w:t>
      </w:r>
      <w:r w:rsidR="0085747A" w:rsidRPr="002A4FE4">
        <w:rPr>
          <w:szCs w:val="24"/>
        </w:rPr>
        <w:t>, treści Programowe i stosowane metody Dydaktyczne</w:t>
      </w:r>
    </w:p>
    <w:p w14:paraId="33D1444F" w14:textId="77777777" w:rsidR="0085747A" w:rsidRPr="002A4FE4" w:rsidRDefault="0085747A" w:rsidP="009C54AE">
      <w:pPr>
        <w:pStyle w:val="Punktygwne"/>
        <w:spacing w:before="0" w:after="0"/>
        <w:rPr>
          <w:szCs w:val="24"/>
        </w:rPr>
      </w:pPr>
    </w:p>
    <w:p w14:paraId="7E3647EA" w14:textId="77777777" w:rsidR="00F83B28" w:rsidRPr="006E2C92" w:rsidRDefault="0071620A" w:rsidP="009C54AE">
      <w:pPr>
        <w:pStyle w:val="Podpunkty"/>
        <w:rPr>
          <w:sz w:val="24"/>
          <w:szCs w:val="24"/>
        </w:rPr>
      </w:pPr>
      <w:r w:rsidRPr="002A4FE4">
        <w:rPr>
          <w:sz w:val="24"/>
          <w:szCs w:val="24"/>
        </w:rPr>
        <w:t xml:space="preserve">3.1 </w:t>
      </w:r>
      <w:r w:rsidR="00C05F44" w:rsidRPr="002A4FE4">
        <w:rPr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186C0B" w14:paraId="35A754D7" w14:textId="77777777" w:rsidTr="00980236">
        <w:tc>
          <w:tcPr>
            <w:tcW w:w="675" w:type="dxa"/>
            <w:vAlign w:val="center"/>
          </w:tcPr>
          <w:p w14:paraId="0371C536" w14:textId="77777777" w:rsidR="005815A0" w:rsidRPr="00186C0B" w:rsidRDefault="005815A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3EA75CFE" w14:textId="77777777" w:rsidR="005815A0" w:rsidRPr="00186C0B" w:rsidRDefault="00985F63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Poznanie </w:t>
            </w:r>
            <w:r w:rsidR="0038715B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definicje i 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struktury nauki. Psychologia jako nauka. </w:t>
            </w:r>
            <w:r w:rsidR="00410D6B" w:rsidRPr="00186C0B"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5815A0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oznanie i różnicowanie podstawowych </w:t>
            </w:r>
            <w:r w:rsidR="00410D6B" w:rsidRPr="00186C0B">
              <w:rPr>
                <w:rFonts w:ascii="Times New Roman" w:eastAsia="Cambria" w:hAnsi="Times New Roman"/>
                <w:sz w:val="24"/>
                <w:szCs w:val="24"/>
              </w:rPr>
              <w:t>pojęć z zakresu psychologii</w:t>
            </w:r>
          </w:p>
        </w:tc>
      </w:tr>
      <w:tr w:rsidR="00E025B0" w:rsidRPr="00186C0B" w14:paraId="3B8E3EB8" w14:textId="77777777" w:rsidTr="00980236">
        <w:tc>
          <w:tcPr>
            <w:tcW w:w="675" w:type="dxa"/>
            <w:vAlign w:val="center"/>
          </w:tcPr>
          <w:p w14:paraId="6F6E8A67" w14:textId="77777777" w:rsidR="00E025B0" w:rsidRPr="00186C0B" w:rsidRDefault="00E025B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14:paraId="7EC08A80" w14:textId="77777777" w:rsidR="00E025B0" w:rsidRPr="00186C0B" w:rsidRDefault="00E025B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 xml:space="preserve">Zapoznanie ze strukturą </w:t>
            </w:r>
            <w:r w:rsidR="003962CA" w:rsidRPr="00186C0B">
              <w:rPr>
                <w:rFonts w:ascii="Times New Roman" w:hAnsi="Times New Roman"/>
                <w:sz w:val="24"/>
                <w:szCs w:val="24"/>
              </w:rPr>
              <w:t xml:space="preserve">formalną </w:t>
            </w:r>
            <w:r w:rsidRPr="00186C0B">
              <w:rPr>
                <w:rFonts w:ascii="Times New Roman" w:hAnsi="Times New Roman"/>
                <w:sz w:val="24"/>
                <w:szCs w:val="24"/>
              </w:rPr>
              <w:t>współczesnej psychologii: działy psychologii oraz obszary ich zastosowań</w:t>
            </w:r>
            <w:r w:rsidR="00E1125D" w:rsidRPr="00186C0B">
              <w:rPr>
                <w:rFonts w:ascii="Times New Roman" w:hAnsi="Times New Roman"/>
                <w:sz w:val="24"/>
                <w:szCs w:val="24"/>
              </w:rPr>
              <w:t xml:space="preserve">; podział i definicje głównych metod poznania </w:t>
            </w:r>
            <w:r w:rsidR="00E26C7F" w:rsidRPr="00186C0B">
              <w:rPr>
                <w:rFonts w:ascii="Times New Roman" w:hAnsi="Times New Roman"/>
                <w:sz w:val="24"/>
                <w:szCs w:val="24"/>
              </w:rPr>
              <w:t>psychologicznego</w:t>
            </w:r>
          </w:p>
        </w:tc>
      </w:tr>
      <w:tr w:rsidR="005815A0" w:rsidRPr="00186C0B" w14:paraId="7A18A857" w14:textId="77777777" w:rsidTr="00980236">
        <w:tc>
          <w:tcPr>
            <w:tcW w:w="675" w:type="dxa"/>
            <w:vAlign w:val="center"/>
          </w:tcPr>
          <w:p w14:paraId="5B08FA2D" w14:textId="77777777" w:rsidR="005815A0" w:rsidRPr="00186C0B" w:rsidRDefault="005815A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14:paraId="02726851" w14:textId="77777777" w:rsidR="005815A0" w:rsidRPr="00186C0B" w:rsidRDefault="00410D6B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Uświadomienie</w:t>
            </w:r>
            <w:r w:rsidR="005815A0" w:rsidRPr="00186C0B">
              <w:rPr>
                <w:rFonts w:ascii="Times New Roman" w:hAnsi="Times New Roman"/>
                <w:sz w:val="24"/>
                <w:szCs w:val="24"/>
              </w:rPr>
              <w:t xml:space="preserve"> złożoności uwarunkowań </w:t>
            </w:r>
            <w:r w:rsidRPr="00186C0B">
              <w:rPr>
                <w:rFonts w:ascii="Times New Roman" w:hAnsi="Times New Roman"/>
                <w:sz w:val="24"/>
                <w:szCs w:val="24"/>
              </w:rPr>
              <w:t xml:space="preserve">biologicznych, </w:t>
            </w:r>
            <w:r w:rsidR="005815A0" w:rsidRPr="00186C0B">
              <w:rPr>
                <w:rFonts w:ascii="Times New Roman" w:hAnsi="Times New Roman"/>
                <w:sz w:val="24"/>
                <w:szCs w:val="24"/>
              </w:rPr>
              <w:t>społecznych</w:t>
            </w:r>
            <w:r w:rsidRPr="00186C0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186C0B" w:rsidRPr="00186C0B">
              <w:rPr>
                <w:rFonts w:ascii="Times New Roman" w:hAnsi="Times New Roman"/>
                <w:sz w:val="24"/>
                <w:szCs w:val="24"/>
              </w:rPr>
              <w:t>kulturowych wpływających</w:t>
            </w:r>
            <w:r w:rsidR="005815A0" w:rsidRPr="00186C0B">
              <w:rPr>
                <w:rFonts w:ascii="Times New Roman" w:hAnsi="Times New Roman"/>
                <w:sz w:val="24"/>
                <w:szCs w:val="24"/>
              </w:rPr>
              <w:t xml:space="preserve"> na przebieg zachowania i procesów psychicznych</w:t>
            </w:r>
          </w:p>
        </w:tc>
      </w:tr>
      <w:tr w:rsidR="005815A0" w:rsidRPr="00186C0B" w14:paraId="64369FD4" w14:textId="77777777" w:rsidTr="00980236">
        <w:tc>
          <w:tcPr>
            <w:tcW w:w="675" w:type="dxa"/>
            <w:vAlign w:val="center"/>
          </w:tcPr>
          <w:p w14:paraId="1EFF054D" w14:textId="77777777" w:rsidR="005815A0" w:rsidRPr="00186C0B" w:rsidRDefault="00787198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14:paraId="387B108C" w14:textId="77777777" w:rsidR="005815A0" w:rsidRPr="00186C0B" w:rsidRDefault="004C563F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3B268B" w:rsidRPr="00186C0B">
              <w:rPr>
                <w:rFonts w:ascii="Times New Roman" w:eastAsia="Cambria" w:hAnsi="Times New Roman"/>
                <w:sz w:val="24"/>
                <w:szCs w:val="24"/>
              </w:rPr>
              <w:t>o</w:t>
            </w:r>
            <w:r w:rsidR="00787198" w:rsidRPr="00186C0B">
              <w:rPr>
                <w:rFonts w:ascii="Times New Roman" w:eastAsia="Cambria" w:hAnsi="Times New Roman"/>
                <w:sz w:val="24"/>
                <w:szCs w:val="24"/>
              </w:rPr>
              <w:t>znanie relacji psychologii z innymi naukami społecznymi</w:t>
            </w:r>
          </w:p>
        </w:tc>
      </w:tr>
      <w:tr w:rsidR="00787198" w:rsidRPr="00186C0B" w14:paraId="4912EDEB" w14:textId="77777777" w:rsidTr="00980236">
        <w:tc>
          <w:tcPr>
            <w:tcW w:w="675" w:type="dxa"/>
            <w:vAlign w:val="center"/>
          </w:tcPr>
          <w:p w14:paraId="1E9E611C" w14:textId="77777777" w:rsidR="00787198" w:rsidRPr="00186C0B" w:rsidRDefault="00787198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14:paraId="3D002186" w14:textId="77777777" w:rsidR="00787198" w:rsidRPr="00186C0B" w:rsidRDefault="00787198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>Wprowadzenie podstaw teoretycznych istotnych do rozumienia procesów poznawczych, emocjonalnych, motywacyjnych, społecznych i powiązań między nimi</w:t>
            </w:r>
          </w:p>
        </w:tc>
      </w:tr>
      <w:tr w:rsidR="00787198" w:rsidRPr="00186C0B" w14:paraId="4FB4C3C3" w14:textId="77777777" w:rsidTr="00980236">
        <w:tc>
          <w:tcPr>
            <w:tcW w:w="675" w:type="dxa"/>
            <w:vAlign w:val="center"/>
          </w:tcPr>
          <w:p w14:paraId="763E1AD9" w14:textId="77777777" w:rsidR="00787198" w:rsidRPr="00186C0B" w:rsidRDefault="00787198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03" w:type="dxa"/>
            <w:vAlign w:val="center"/>
          </w:tcPr>
          <w:p w14:paraId="4798E5CD" w14:textId="3DEC74DD" w:rsidR="00787198" w:rsidRPr="00186C0B" w:rsidRDefault="00787198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Zapoznanie z </w:t>
            </w:r>
            <w:r w:rsidR="001A13B0" w:rsidRPr="00186C0B">
              <w:rPr>
                <w:rFonts w:ascii="Times New Roman" w:eastAsia="Cambria" w:hAnsi="Times New Roman"/>
                <w:sz w:val="24"/>
                <w:szCs w:val="24"/>
              </w:rPr>
              <w:t>głównymi kierunkami</w:t>
            </w:r>
            <w:r w:rsidR="00472BCE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psychologii i </w:t>
            </w:r>
            <w:r w:rsidR="00E025B0" w:rsidRPr="00186C0B">
              <w:rPr>
                <w:rFonts w:ascii="Times New Roman" w:eastAsia="Cambria" w:hAnsi="Times New Roman"/>
                <w:sz w:val="24"/>
                <w:szCs w:val="24"/>
              </w:rPr>
              <w:t>ich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siatką pojęciową</w:t>
            </w:r>
          </w:p>
        </w:tc>
      </w:tr>
      <w:tr w:rsidR="00787198" w:rsidRPr="00186C0B" w14:paraId="6C056D60" w14:textId="77777777" w:rsidTr="00980236">
        <w:tc>
          <w:tcPr>
            <w:tcW w:w="675" w:type="dxa"/>
            <w:vAlign w:val="center"/>
          </w:tcPr>
          <w:p w14:paraId="64C6E4F5" w14:textId="77777777" w:rsidR="00787198" w:rsidRPr="00186C0B" w:rsidRDefault="00787198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03" w:type="dxa"/>
            <w:vAlign w:val="center"/>
          </w:tcPr>
          <w:p w14:paraId="3D4A7208" w14:textId="77777777" w:rsidR="00787198" w:rsidRPr="00186C0B" w:rsidRDefault="00787198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>Stymulowanie motywacji do poznawania psychologii</w:t>
            </w:r>
            <w:r w:rsidR="003B268B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; przygotowanie do myślenia </w:t>
            </w:r>
            <w:r w:rsidR="004C563F">
              <w:rPr>
                <w:rFonts w:ascii="Times New Roman" w:eastAsia="Cambria" w:hAnsi="Times New Roman"/>
                <w:sz w:val="24"/>
                <w:szCs w:val="24"/>
              </w:rPr>
              <w:br/>
            </w:r>
            <w:r w:rsidR="003B268B" w:rsidRPr="00186C0B">
              <w:rPr>
                <w:rFonts w:ascii="Times New Roman" w:eastAsia="Cambria" w:hAnsi="Times New Roman"/>
                <w:sz w:val="24"/>
                <w:szCs w:val="24"/>
              </w:rPr>
              <w:t>w kategoriach psychologicznych</w:t>
            </w:r>
          </w:p>
        </w:tc>
      </w:tr>
      <w:tr w:rsidR="00E025B0" w:rsidRPr="00186C0B" w14:paraId="6E3A7BDA" w14:textId="77777777" w:rsidTr="00980236">
        <w:tc>
          <w:tcPr>
            <w:tcW w:w="675" w:type="dxa"/>
            <w:vAlign w:val="center"/>
          </w:tcPr>
          <w:p w14:paraId="2741FF3A" w14:textId="77777777" w:rsidR="00E025B0" w:rsidRPr="00186C0B" w:rsidRDefault="00E025B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03" w:type="dxa"/>
            <w:vAlign w:val="center"/>
          </w:tcPr>
          <w:p w14:paraId="29E91795" w14:textId="77777777" w:rsidR="00E025B0" w:rsidRPr="00186C0B" w:rsidRDefault="00E025B0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>Rozwój kompetencji społecznych w pracy grupowej</w:t>
            </w:r>
          </w:p>
        </w:tc>
      </w:tr>
      <w:tr w:rsidR="00985F63" w:rsidRPr="00186C0B" w14:paraId="7B93B4D4" w14:textId="77777777" w:rsidTr="00980236">
        <w:tc>
          <w:tcPr>
            <w:tcW w:w="675" w:type="dxa"/>
            <w:vAlign w:val="center"/>
          </w:tcPr>
          <w:p w14:paraId="54AE5A66" w14:textId="77777777" w:rsidR="00985F63" w:rsidRPr="00186C0B" w:rsidRDefault="00985F63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C0B">
              <w:rPr>
                <w:rFonts w:ascii="Times New Roman" w:hAnsi="Times New Roman"/>
                <w:sz w:val="24"/>
                <w:szCs w:val="24"/>
              </w:rPr>
              <w:t>C</w:t>
            </w:r>
            <w:r w:rsidR="00186C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03" w:type="dxa"/>
            <w:vAlign w:val="center"/>
          </w:tcPr>
          <w:p w14:paraId="3FCECCCD" w14:textId="77777777" w:rsidR="00985F63" w:rsidRPr="00186C0B" w:rsidRDefault="00985F63" w:rsidP="006E2C92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Wprowadzenie </w:t>
            </w:r>
            <w:r w:rsidR="009A4153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podstawowych 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>standardów APA</w:t>
            </w:r>
            <w:r w:rsidR="009A4153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– stworzenie podstaw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do </w:t>
            </w:r>
            <w:r w:rsidR="009A4153" w:rsidRPr="00186C0B">
              <w:rPr>
                <w:rFonts w:ascii="Times New Roman" w:eastAsia="Cambria" w:hAnsi="Times New Roman"/>
                <w:sz w:val="24"/>
                <w:szCs w:val="24"/>
              </w:rPr>
              <w:t>samodzielnego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przygotowywania </w:t>
            </w:r>
            <w:r w:rsidR="009A4153" w:rsidRPr="00186C0B">
              <w:rPr>
                <w:rFonts w:ascii="Times New Roman" w:eastAsia="Cambria" w:hAnsi="Times New Roman"/>
                <w:sz w:val="24"/>
                <w:szCs w:val="24"/>
              </w:rPr>
              <w:t>tekstów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, prezentacji </w:t>
            </w:r>
            <w:r w:rsidR="0038715B"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itd. </w:t>
            </w:r>
            <w:r w:rsidR="009A4153" w:rsidRPr="00186C0B">
              <w:rPr>
                <w:rFonts w:ascii="Times New Roman" w:eastAsia="Cambria" w:hAnsi="Times New Roman"/>
                <w:sz w:val="24"/>
                <w:szCs w:val="24"/>
              </w:rPr>
              <w:t>wymaganych</w:t>
            </w:r>
            <w:r w:rsidRPr="00186C0B">
              <w:rPr>
                <w:rFonts w:ascii="Times New Roman" w:eastAsia="Cambria" w:hAnsi="Times New Roman"/>
                <w:sz w:val="24"/>
                <w:szCs w:val="24"/>
              </w:rPr>
              <w:t xml:space="preserve"> podczas studiów</w:t>
            </w:r>
          </w:p>
        </w:tc>
      </w:tr>
    </w:tbl>
    <w:p w14:paraId="6C8D197B" w14:textId="77777777" w:rsidR="0085747A" w:rsidRPr="002A4FE4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C17763F" w14:textId="77777777" w:rsidR="001D7B54" w:rsidRPr="002A4FE4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2A4FE4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2A4FE4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2A4FE4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2A4FE4">
        <w:rPr>
          <w:rFonts w:ascii="Times New Roman" w:hAnsi="Times New Roman"/>
          <w:b/>
          <w:sz w:val="24"/>
          <w:szCs w:val="24"/>
        </w:rPr>
        <w:t>dla przedmiotu</w:t>
      </w:r>
    </w:p>
    <w:p w14:paraId="2B2044C0" w14:textId="77777777" w:rsidR="001D7B54" w:rsidRPr="002A4FE4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A4FE4" w14:paraId="7C671F14" w14:textId="77777777" w:rsidTr="0071620A">
        <w:tc>
          <w:tcPr>
            <w:tcW w:w="1701" w:type="dxa"/>
            <w:vAlign w:val="center"/>
          </w:tcPr>
          <w:p w14:paraId="0FFA48F4" w14:textId="77777777" w:rsidR="0085747A" w:rsidRPr="002A4FE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A4FE4">
              <w:rPr>
                <w:smallCaps w:val="0"/>
                <w:szCs w:val="24"/>
              </w:rPr>
              <w:t>EK</w:t>
            </w:r>
            <w:r w:rsidR="00A84C85" w:rsidRPr="002A4FE4">
              <w:rPr>
                <w:b w:val="0"/>
                <w:smallCaps w:val="0"/>
                <w:szCs w:val="24"/>
              </w:rPr>
              <w:t xml:space="preserve"> (</w:t>
            </w:r>
            <w:r w:rsidR="00C05F44" w:rsidRPr="002A4FE4">
              <w:rPr>
                <w:b w:val="0"/>
                <w:smallCaps w:val="0"/>
                <w:szCs w:val="24"/>
              </w:rPr>
              <w:t>efekt uczenia się</w:t>
            </w:r>
            <w:r w:rsidR="00B82308" w:rsidRPr="002A4FE4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CD6BE5" w14:textId="77777777" w:rsidR="006E2C9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2A4FE4">
              <w:rPr>
                <w:b w:val="0"/>
                <w:smallCaps w:val="0"/>
                <w:szCs w:val="24"/>
              </w:rPr>
              <w:t xml:space="preserve">uczenia się </w:t>
            </w:r>
            <w:r w:rsidRPr="002A4FE4">
              <w:rPr>
                <w:b w:val="0"/>
                <w:smallCaps w:val="0"/>
                <w:szCs w:val="24"/>
              </w:rPr>
              <w:t>zdefiniowanego dla przedmiotu</w:t>
            </w:r>
          </w:p>
          <w:p w14:paraId="56B0ECF5" w14:textId="77777777" w:rsidR="006E2C92" w:rsidRDefault="006E2C92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5C7F58C1" w14:textId="77777777" w:rsidR="0085747A" w:rsidRPr="002A4FE4" w:rsidRDefault="006E2C92" w:rsidP="006E2C9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C7CD795" w14:textId="77777777" w:rsidR="0085747A" w:rsidRPr="002A4FE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2A4FE4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2B6F96" w:rsidRPr="002A4FE4" w14:paraId="5F20DA19" w14:textId="77777777" w:rsidTr="005E6E85">
        <w:tc>
          <w:tcPr>
            <w:tcW w:w="1701" w:type="dxa"/>
          </w:tcPr>
          <w:p w14:paraId="1B204C10" w14:textId="77777777" w:rsidR="002B6F96" w:rsidRPr="002A4FE4" w:rsidRDefault="002B6F96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Pr="002A4FE4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112B6C9" w14:textId="77777777" w:rsidR="002B6F96" w:rsidRPr="002A4FE4" w:rsidRDefault="002B6F96" w:rsidP="00E025A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>definiuje pojęcie nauki, koncepcje nauki, strukturę formalną nauki</w:t>
            </w:r>
            <w:r w:rsidR="00CB19B6" w:rsidRPr="002A4FE4">
              <w:rPr>
                <w:rFonts w:ascii="Times New Roman" w:hAnsi="Times New Roman" w:cs="Times New Roman"/>
              </w:rPr>
              <w:t xml:space="preserve">. Definiuje psychologię jako naukę. </w:t>
            </w:r>
          </w:p>
        </w:tc>
        <w:tc>
          <w:tcPr>
            <w:tcW w:w="1873" w:type="dxa"/>
          </w:tcPr>
          <w:p w14:paraId="05FB26F9" w14:textId="77777777" w:rsidR="00EC0113" w:rsidRPr="00EC0113" w:rsidRDefault="002B6F96" w:rsidP="00EC0113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EC0113">
              <w:rPr>
                <w:rFonts w:ascii="Times New Roman" w:hAnsi="Times New Roman"/>
                <w:sz w:val="24"/>
                <w:szCs w:val="24"/>
              </w:rPr>
              <w:t>K</w:t>
            </w:r>
            <w:r w:rsidR="00CB19B6" w:rsidRPr="00EC0113">
              <w:rPr>
                <w:rFonts w:ascii="Times New Roman" w:hAnsi="Times New Roman"/>
                <w:sz w:val="24"/>
                <w:szCs w:val="24"/>
              </w:rPr>
              <w:t>_W01</w:t>
            </w:r>
          </w:p>
          <w:p w14:paraId="0F12CBCB" w14:textId="77777777" w:rsidR="002B6F96" w:rsidRPr="002A4FE4" w:rsidRDefault="00CB19B6" w:rsidP="00EC0113">
            <w:pPr>
              <w:pStyle w:val="Bezodstpw"/>
              <w:rPr>
                <w:b/>
              </w:rPr>
            </w:pPr>
            <w:r w:rsidRPr="00EC0113">
              <w:rPr>
                <w:rFonts w:ascii="Times New Roman" w:hAnsi="Times New Roman"/>
                <w:sz w:val="24"/>
                <w:szCs w:val="24"/>
              </w:rPr>
              <w:t>K_</w:t>
            </w:r>
            <w:r w:rsidR="004C563F" w:rsidRPr="00EC0113">
              <w:rPr>
                <w:rFonts w:ascii="Times New Roman" w:hAnsi="Times New Roman"/>
                <w:sz w:val="24"/>
                <w:szCs w:val="24"/>
              </w:rPr>
              <w:t>W</w:t>
            </w:r>
            <w:r w:rsidRPr="00EC011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571AD1" w:rsidRPr="002A4FE4" w14:paraId="07C14300" w14:textId="77777777" w:rsidTr="005E6E85">
        <w:tc>
          <w:tcPr>
            <w:tcW w:w="1701" w:type="dxa"/>
          </w:tcPr>
          <w:p w14:paraId="0A5BE97F" w14:textId="77777777" w:rsidR="00571AD1" w:rsidRPr="002A4FE4" w:rsidRDefault="00410D6B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CB19B6" w:rsidRPr="002A4FE4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3195CA5" w14:textId="25D6511A" w:rsidR="00571AD1" w:rsidRPr="002C4B31" w:rsidRDefault="001A13B0" w:rsidP="006F2B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2A4FE4">
              <w:rPr>
                <w:rFonts w:ascii="Times New Roman" w:hAnsi="Times New Roman" w:cs="Times New Roman"/>
              </w:rPr>
              <w:t xml:space="preserve">efiniuje </w:t>
            </w:r>
            <w:r w:rsidR="006F2B8F">
              <w:rPr>
                <w:rFonts w:ascii="Times New Roman" w:hAnsi="Times New Roman" w:cs="Times New Roman"/>
              </w:rPr>
              <w:t>wybrane</w:t>
            </w:r>
            <w:r w:rsidR="00E025B0" w:rsidRPr="002A4FE4">
              <w:rPr>
                <w:rFonts w:ascii="Times New Roman" w:hAnsi="Times New Roman" w:cs="Times New Roman"/>
              </w:rPr>
              <w:t xml:space="preserve"> </w:t>
            </w:r>
            <w:r w:rsidR="008E40E1" w:rsidRPr="002A4FE4">
              <w:rPr>
                <w:rFonts w:ascii="Times New Roman" w:hAnsi="Times New Roman" w:cs="Times New Roman"/>
              </w:rPr>
              <w:t>pojęcia</w:t>
            </w:r>
            <w:r w:rsidR="00E025B0" w:rsidRPr="002A4FE4">
              <w:rPr>
                <w:rFonts w:ascii="Times New Roman" w:hAnsi="Times New Roman" w:cs="Times New Roman"/>
              </w:rPr>
              <w:t xml:space="preserve"> z </w:t>
            </w:r>
            <w:r w:rsidRPr="002A4FE4">
              <w:rPr>
                <w:rFonts w:ascii="Times New Roman" w:hAnsi="Times New Roman" w:cs="Times New Roman"/>
              </w:rPr>
              <w:t>obszaru psychologii</w:t>
            </w:r>
            <w:r w:rsidR="003D385A" w:rsidRPr="002A4FE4">
              <w:rPr>
                <w:rFonts w:ascii="Times New Roman" w:hAnsi="Times New Roman" w:cs="Times New Roman"/>
              </w:rPr>
              <w:t xml:space="preserve">,  terminologię używaną w różnych działach psychologii </w:t>
            </w:r>
            <w:r w:rsidR="004C563F" w:rsidRPr="002A4FE4">
              <w:rPr>
                <w:rFonts w:ascii="Times New Roman" w:hAnsi="Times New Roman" w:cs="Times New Roman"/>
              </w:rPr>
              <w:t xml:space="preserve">oraz </w:t>
            </w:r>
            <w:r w:rsidRPr="002A4FE4">
              <w:rPr>
                <w:rFonts w:ascii="Times New Roman" w:hAnsi="Times New Roman" w:cs="Times New Roman"/>
              </w:rPr>
              <w:t>charakteryzuje miejsce</w:t>
            </w:r>
            <w:r w:rsidR="003D385A" w:rsidRPr="002A4FE4">
              <w:rPr>
                <w:rFonts w:ascii="Times New Roman" w:hAnsi="Times New Roman" w:cs="Times New Roman"/>
              </w:rPr>
              <w:t xml:space="preserve"> i znaczenie psychologii w systemie innych nauk</w:t>
            </w:r>
          </w:p>
        </w:tc>
        <w:tc>
          <w:tcPr>
            <w:tcW w:w="1873" w:type="dxa"/>
          </w:tcPr>
          <w:p w14:paraId="7F03DF8F" w14:textId="77777777" w:rsidR="003D385A" w:rsidRPr="002A4FE4" w:rsidRDefault="003D385A" w:rsidP="003D385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K_W01</w:t>
            </w:r>
          </w:p>
          <w:p w14:paraId="52A464F1" w14:textId="77777777" w:rsidR="00571AD1" w:rsidRPr="002A4FE4" w:rsidRDefault="00571AD1" w:rsidP="00067065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</w:p>
        </w:tc>
      </w:tr>
      <w:tr w:rsidR="003B268B" w:rsidRPr="002A4FE4" w14:paraId="5299DE03" w14:textId="77777777" w:rsidTr="005E6E85">
        <w:tc>
          <w:tcPr>
            <w:tcW w:w="1701" w:type="dxa"/>
          </w:tcPr>
          <w:p w14:paraId="1C341B7D" w14:textId="77777777" w:rsidR="003B268B" w:rsidRPr="002A4FE4" w:rsidRDefault="003B268B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CB19B6" w:rsidRPr="002A4FE4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60F3EA3" w14:textId="76E46440" w:rsidR="003B268B" w:rsidRPr="002A4FE4" w:rsidRDefault="001A13B0" w:rsidP="006F2B8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 xml:space="preserve">definiuje </w:t>
            </w:r>
            <w:r w:rsidR="006F2B8F">
              <w:rPr>
                <w:rFonts w:ascii="Times New Roman" w:hAnsi="Times New Roman" w:cs="Times New Roman"/>
              </w:rPr>
              <w:t>wybrane</w:t>
            </w:r>
            <w:bookmarkStart w:id="0" w:name="_GoBack"/>
            <w:bookmarkEnd w:id="0"/>
            <w:r w:rsidR="00513279" w:rsidRPr="002A4FE4">
              <w:rPr>
                <w:rFonts w:ascii="Times New Roman" w:hAnsi="Times New Roman" w:cs="Times New Roman"/>
              </w:rPr>
              <w:t xml:space="preserve"> </w:t>
            </w:r>
            <w:r w:rsidR="00DB30CB" w:rsidRPr="002A4FE4">
              <w:rPr>
                <w:rFonts w:ascii="Times New Roman" w:hAnsi="Times New Roman" w:cs="Times New Roman"/>
              </w:rPr>
              <w:t xml:space="preserve">pojęcia z zakresu psychologii poznawczej, emocji, motywacji, </w:t>
            </w:r>
            <w:r w:rsidR="00472BCE" w:rsidRPr="002A4FE4">
              <w:rPr>
                <w:rFonts w:ascii="Times New Roman" w:hAnsi="Times New Roman" w:cs="Times New Roman"/>
              </w:rPr>
              <w:t xml:space="preserve">uczenia się, </w:t>
            </w:r>
            <w:r w:rsidR="00E025AE" w:rsidRPr="002A4FE4">
              <w:rPr>
                <w:rFonts w:ascii="Times New Roman" w:hAnsi="Times New Roman" w:cs="Times New Roman"/>
              </w:rPr>
              <w:t xml:space="preserve">inteligencji, </w:t>
            </w:r>
            <w:r w:rsidR="00472BCE" w:rsidRPr="002A4FE4">
              <w:rPr>
                <w:rFonts w:ascii="Times New Roman" w:hAnsi="Times New Roman" w:cs="Times New Roman"/>
              </w:rPr>
              <w:t xml:space="preserve">psychologii </w:t>
            </w:r>
            <w:r w:rsidR="00DB30CB" w:rsidRPr="002A4FE4">
              <w:rPr>
                <w:rFonts w:ascii="Times New Roman" w:hAnsi="Times New Roman" w:cs="Times New Roman"/>
              </w:rPr>
              <w:t>społecznej</w:t>
            </w:r>
            <w:r w:rsidR="00822E5D" w:rsidRPr="002A4FE4">
              <w:rPr>
                <w:rFonts w:ascii="Times New Roman" w:hAnsi="Times New Roman" w:cs="Times New Roman"/>
              </w:rPr>
              <w:t>,</w:t>
            </w:r>
            <w:r w:rsidR="006234F9" w:rsidRPr="002A4FE4">
              <w:rPr>
                <w:rFonts w:ascii="Times New Roman" w:hAnsi="Times New Roman" w:cs="Times New Roman"/>
              </w:rPr>
              <w:t xml:space="preserve"> rozwojowej</w:t>
            </w:r>
            <w:r w:rsidR="00472BCE" w:rsidRPr="002A4FE4">
              <w:rPr>
                <w:rFonts w:ascii="Times New Roman" w:hAnsi="Times New Roman" w:cs="Times New Roman"/>
              </w:rPr>
              <w:t xml:space="preserve"> i </w:t>
            </w:r>
            <w:r w:rsidR="00822E5D" w:rsidRPr="002A4FE4">
              <w:rPr>
                <w:rFonts w:ascii="Times New Roman" w:hAnsi="Times New Roman" w:cs="Times New Roman"/>
              </w:rPr>
              <w:t>klinicznej</w:t>
            </w:r>
          </w:p>
        </w:tc>
        <w:tc>
          <w:tcPr>
            <w:tcW w:w="1873" w:type="dxa"/>
          </w:tcPr>
          <w:p w14:paraId="61E2BDD7" w14:textId="77777777" w:rsidR="003B268B" w:rsidRPr="002A4FE4" w:rsidRDefault="00DB30CB" w:rsidP="003D385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K_W01</w:t>
            </w:r>
          </w:p>
        </w:tc>
      </w:tr>
      <w:tr w:rsidR="00571AD1" w:rsidRPr="002A4FE4" w14:paraId="06AF5907" w14:textId="77777777" w:rsidTr="00851471">
        <w:trPr>
          <w:trHeight w:val="1184"/>
        </w:trPr>
        <w:tc>
          <w:tcPr>
            <w:tcW w:w="1701" w:type="dxa"/>
          </w:tcPr>
          <w:p w14:paraId="73E6EB0F" w14:textId="77777777" w:rsidR="00571AD1" w:rsidRPr="002A4FE4" w:rsidRDefault="00410D6B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CB19B6" w:rsidRPr="002A4FE4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CD493B5" w14:textId="1D9213E4" w:rsidR="00571AD1" w:rsidRPr="002A4FE4" w:rsidRDefault="00513279" w:rsidP="008E40E1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2A4FE4">
              <w:rPr>
                <w:rFonts w:ascii="Times New Roman" w:hAnsi="Times New Roman" w:cs="Times New Roman"/>
              </w:rPr>
              <w:t>wymienia i charakteryzuje</w:t>
            </w:r>
            <w:r w:rsidR="003962CA" w:rsidRPr="002A4FE4">
              <w:rPr>
                <w:rFonts w:ascii="Times New Roman" w:hAnsi="Times New Roman" w:cs="Times New Roman"/>
              </w:rPr>
              <w:t xml:space="preserve"> główne nurty współczesnej psychologii</w:t>
            </w:r>
            <w:r w:rsidR="008A4E70" w:rsidRPr="002A4FE4">
              <w:rPr>
                <w:rFonts w:ascii="Times New Roman" w:hAnsi="Times New Roman" w:cs="Times New Roman"/>
              </w:rPr>
              <w:t>, wymienia najważniejsze postacie</w:t>
            </w:r>
            <w:r w:rsidR="003B7501" w:rsidRPr="002A4FE4">
              <w:rPr>
                <w:rFonts w:ascii="Times New Roman" w:hAnsi="Times New Roman" w:cs="Times New Roman"/>
              </w:rPr>
              <w:t xml:space="preserve"> związanych z nimi psychologów</w:t>
            </w:r>
            <w:r w:rsidR="003962CA" w:rsidRPr="002A4FE4">
              <w:rPr>
                <w:rFonts w:ascii="Times New Roman" w:hAnsi="Times New Roman" w:cs="Times New Roman"/>
              </w:rPr>
              <w:t xml:space="preserve">; definiuje </w:t>
            </w:r>
            <w:r w:rsidR="001A13B0" w:rsidRPr="002A4FE4">
              <w:rPr>
                <w:rFonts w:ascii="Times New Roman" w:hAnsi="Times New Roman" w:cs="Times New Roman"/>
              </w:rPr>
              <w:t>najważniejsze terminy</w:t>
            </w:r>
            <w:r w:rsidR="003B7501" w:rsidRPr="002A4FE4">
              <w:rPr>
                <w:rFonts w:ascii="Times New Roman" w:hAnsi="Times New Roman" w:cs="Times New Roman"/>
              </w:rPr>
              <w:t xml:space="preserve"> związane z omawianymi nurtami psychologii</w:t>
            </w:r>
          </w:p>
        </w:tc>
        <w:tc>
          <w:tcPr>
            <w:tcW w:w="1873" w:type="dxa"/>
          </w:tcPr>
          <w:p w14:paraId="0233914D" w14:textId="77777777" w:rsidR="003962CA" w:rsidRPr="002A4FE4" w:rsidRDefault="003962CA" w:rsidP="003962C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K_W01</w:t>
            </w:r>
          </w:p>
          <w:p w14:paraId="0F59E4E8" w14:textId="77777777" w:rsidR="007C4DFE" w:rsidRPr="002A4FE4" w:rsidRDefault="003D385A" w:rsidP="00851471">
            <w:pPr>
              <w:pStyle w:val="Punktygwne"/>
              <w:rPr>
                <w:b w:val="0"/>
                <w:bCs/>
                <w:smallCaps w:val="0"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K_W02</w:t>
            </w:r>
          </w:p>
        </w:tc>
      </w:tr>
      <w:tr w:rsidR="00DB30CB" w:rsidRPr="002A4FE4" w14:paraId="2FE54CA5" w14:textId="77777777" w:rsidTr="005E6E85">
        <w:tc>
          <w:tcPr>
            <w:tcW w:w="1701" w:type="dxa"/>
          </w:tcPr>
          <w:p w14:paraId="0FF70344" w14:textId="77777777" w:rsidR="00DB30CB" w:rsidRPr="002A4FE4" w:rsidRDefault="00DB30CB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CB19B6" w:rsidRPr="002A4FE4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244F124" w14:textId="3B372FA1" w:rsidR="00DB30CB" w:rsidRPr="002A4FE4" w:rsidRDefault="001A13B0" w:rsidP="00E025A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>zna podstawy</w:t>
            </w:r>
            <w:r w:rsidR="00E814AC" w:rsidRPr="002A4FE4">
              <w:rPr>
                <w:rFonts w:ascii="Times New Roman" w:hAnsi="Times New Roman" w:cs="Times New Roman"/>
              </w:rPr>
              <w:t xml:space="preserve"> funkcjonowania budowy układu </w:t>
            </w:r>
            <w:r w:rsidRPr="002A4FE4">
              <w:rPr>
                <w:rFonts w:ascii="Times New Roman" w:hAnsi="Times New Roman" w:cs="Times New Roman"/>
              </w:rPr>
              <w:t>nerwowego człowieka</w:t>
            </w:r>
            <w:r w:rsidR="0062123D" w:rsidRPr="002A4FE4">
              <w:rPr>
                <w:rFonts w:ascii="Times New Roman" w:hAnsi="Times New Roman" w:cs="Times New Roman"/>
              </w:rPr>
              <w:t xml:space="preserve">: opisuje budowę, funkcje; charakteryzuje </w:t>
            </w:r>
            <w:r w:rsidR="003B7501" w:rsidRPr="002A4FE4">
              <w:rPr>
                <w:rFonts w:ascii="Times New Roman" w:hAnsi="Times New Roman" w:cs="Times New Roman"/>
              </w:rPr>
              <w:t xml:space="preserve">funkcjonalnie i anatomicznie </w:t>
            </w:r>
            <w:r w:rsidR="0062123D" w:rsidRPr="002A4FE4">
              <w:rPr>
                <w:rFonts w:ascii="Times New Roman" w:hAnsi="Times New Roman" w:cs="Times New Roman"/>
              </w:rPr>
              <w:t>neuron, synapsę, opisuje ogólną anatomię mózgu</w:t>
            </w:r>
            <w:r w:rsidR="00E814AC" w:rsidRPr="002A4FE4">
              <w:rPr>
                <w:rFonts w:ascii="Times New Roman" w:hAnsi="Times New Roman" w:cs="Times New Roman"/>
              </w:rPr>
              <w:t>.</w:t>
            </w:r>
            <w:r w:rsidR="00D176BD" w:rsidRPr="002A4FE4">
              <w:rPr>
                <w:rFonts w:ascii="Times New Roman" w:hAnsi="Times New Roman" w:cs="Times New Roman"/>
              </w:rPr>
              <w:t xml:space="preserve"> Wskazuje na ogólne powiązania między mózgiem a funkcjami psychicznymi</w:t>
            </w:r>
          </w:p>
        </w:tc>
        <w:tc>
          <w:tcPr>
            <w:tcW w:w="1873" w:type="dxa"/>
          </w:tcPr>
          <w:p w14:paraId="79E3B6B6" w14:textId="77777777" w:rsidR="00DB30CB" w:rsidRPr="002A4FE4" w:rsidRDefault="0002735A" w:rsidP="003962C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K_W18</w:t>
            </w:r>
          </w:p>
        </w:tc>
      </w:tr>
      <w:tr w:rsidR="00571AD1" w:rsidRPr="002A4FE4" w14:paraId="3DFAAB3E" w14:textId="77777777" w:rsidTr="005E6E85">
        <w:tc>
          <w:tcPr>
            <w:tcW w:w="1701" w:type="dxa"/>
          </w:tcPr>
          <w:p w14:paraId="0ABA1868" w14:textId="77777777" w:rsidR="00571AD1" w:rsidRPr="002A4FE4" w:rsidRDefault="00410D6B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CB19B6" w:rsidRPr="002A4FE4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204705AE" w14:textId="77777777" w:rsidR="00571AD1" w:rsidRPr="002C4B31" w:rsidRDefault="008E40E1" w:rsidP="002C4B3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>charakteryzuje</w:t>
            </w:r>
            <w:r w:rsidR="003D385A" w:rsidRPr="002A4FE4">
              <w:rPr>
                <w:rFonts w:ascii="Times New Roman" w:hAnsi="Times New Roman" w:cs="Times New Roman"/>
              </w:rPr>
              <w:t xml:space="preserve"> nauk</w:t>
            </w:r>
            <w:r w:rsidRPr="002A4FE4">
              <w:rPr>
                <w:rFonts w:ascii="Times New Roman" w:hAnsi="Times New Roman" w:cs="Times New Roman"/>
              </w:rPr>
              <w:t>i</w:t>
            </w:r>
            <w:r w:rsidR="003D385A" w:rsidRPr="002A4FE4">
              <w:rPr>
                <w:rFonts w:ascii="Times New Roman" w:hAnsi="Times New Roman" w:cs="Times New Roman"/>
              </w:rPr>
              <w:t xml:space="preserve"> społeczn</w:t>
            </w:r>
            <w:r w:rsidRPr="002A4FE4">
              <w:rPr>
                <w:rFonts w:ascii="Times New Roman" w:hAnsi="Times New Roman" w:cs="Times New Roman"/>
              </w:rPr>
              <w:t>e, opisuje</w:t>
            </w:r>
            <w:r w:rsidR="003D385A" w:rsidRPr="002A4FE4">
              <w:rPr>
                <w:rFonts w:ascii="Times New Roman" w:hAnsi="Times New Roman" w:cs="Times New Roman"/>
              </w:rPr>
              <w:t xml:space="preserve"> powiąza</w:t>
            </w:r>
            <w:r w:rsidRPr="002A4FE4">
              <w:rPr>
                <w:rFonts w:ascii="Times New Roman" w:hAnsi="Times New Roman" w:cs="Times New Roman"/>
              </w:rPr>
              <w:t xml:space="preserve">nia teoretyczne i badawcze </w:t>
            </w:r>
            <w:r w:rsidR="003D385A" w:rsidRPr="002A4FE4">
              <w:rPr>
                <w:rFonts w:ascii="Times New Roman" w:hAnsi="Times New Roman" w:cs="Times New Roman"/>
              </w:rPr>
              <w:t>między nimi</w:t>
            </w:r>
          </w:p>
        </w:tc>
        <w:tc>
          <w:tcPr>
            <w:tcW w:w="1873" w:type="dxa"/>
          </w:tcPr>
          <w:p w14:paraId="5FB1AB04" w14:textId="77777777" w:rsidR="00571AD1" w:rsidRPr="002C4B31" w:rsidRDefault="003D385A" w:rsidP="002C4B31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K_W27</w:t>
            </w:r>
          </w:p>
        </w:tc>
      </w:tr>
      <w:tr w:rsidR="00E1125D" w:rsidRPr="002A4FE4" w14:paraId="20DA10CE" w14:textId="77777777" w:rsidTr="005E6E85">
        <w:tc>
          <w:tcPr>
            <w:tcW w:w="1701" w:type="dxa"/>
          </w:tcPr>
          <w:p w14:paraId="54884DDA" w14:textId="77777777" w:rsidR="00E1125D" w:rsidRPr="002A4FE4" w:rsidRDefault="00E1125D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Pr="002A4FE4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1F865B" w14:textId="77777777" w:rsidR="00E1125D" w:rsidRPr="002A4FE4" w:rsidRDefault="00E1125D" w:rsidP="00E025A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>wymienia i charakteryzuje główne metody poznania psychologicznego</w:t>
            </w:r>
          </w:p>
        </w:tc>
        <w:tc>
          <w:tcPr>
            <w:tcW w:w="1873" w:type="dxa"/>
          </w:tcPr>
          <w:p w14:paraId="30720296" w14:textId="77777777" w:rsidR="00E1125D" w:rsidRPr="002A4FE4" w:rsidRDefault="00E1125D" w:rsidP="003D385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K_W01</w:t>
            </w:r>
          </w:p>
        </w:tc>
      </w:tr>
      <w:tr w:rsidR="0002735A" w:rsidRPr="002A4FE4" w14:paraId="75F9F844" w14:textId="77777777" w:rsidTr="005E6E85">
        <w:tc>
          <w:tcPr>
            <w:tcW w:w="1701" w:type="dxa"/>
          </w:tcPr>
          <w:p w14:paraId="68C38048" w14:textId="77777777" w:rsidR="0002735A" w:rsidRPr="002A4FE4" w:rsidRDefault="0002735A" w:rsidP="00DD54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E1125D" w:rsidRPr="002A4FE4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F1D3501" w14:textId="77777777" w:rsidR="0002735A" w:rsidRPr="002A4FE4" w:rsidRDefault="0002735A" w:rsidP="00E025A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2A4FE4">
              <w:rPr>
                <w:rFonts w:ascii="Times New Roman" w:hAnsi="Times New Roman" w:cs="Times New Roman"/>
              </w:rPr>
              <w:t xml:space="preserve">potrafi wyszukiwać </w:t>
            </w:r>
            <w:r w:rsidR="008E40E1" w:rsidRPr="002A4FE4">
              <w:rPr>
                <w:rFonts w:ascii="Times New Roman" w:hAnsi="Times New Roman" w:cs="Times New Roman"/>
              </w:rPr>
              <w:t>literatur</w:t>
            </w:r>
            <w:r w:rsidR="002C4B31">
              <w:rPr>
                <w:rFonts w:ascii="Times New Roman" w:hAnsi="Times New Roman" w:cs="Times New Roman"/>
              </w:rPr>
              <w:t>ę</w:t>
            </w:r>
            <w:r w:rsidR="008E40E1" w:rsidRPr="002A4FE4">
              <w:rPr>
                <w:rFonts w:ascii="Times New Roman" w:hAnsi="Times New Roman" w:cs="Times New Roman"/>
              </w:rPr>
              <w:t xml:space="preserve"> przedmiotu </w:t>
            </w:r>
            <w:r w:rsidR="002C4B31">
              <w:rPr>
                <w:rFonts w:ascii="Times New Roman" w:hAnsi="Times New Roman" w:cs="Times New Roman"/>
              </w:rPr>
              <w:br/>
            </w:r>
            <w:r w:rsidRPr="002A4FE4">
              <w:rPr>
                <w:rFonts w:ascii="Times New Roman" w:hAnsi="Times New Roman" w:cs="Times New Roman"/>
              </w:rPr>
              <w:t>i wykorzystywać informacje na temat psychicznego funkcjonowania człowieka</w:t>
            </w:r>
          </w:p>
        </w:tc>
        <w:tc>
          <w:tcPr>
            <w:tcW w:w="1873" w:type="dxa"/>
          </w:tcPr>
          <w:p w14:paraId="0E8741F4" w14:textId="77777777" w:rsidR="0002735A" w:rsidRPr="002A4FE4" w:rsidRDefault="0002735A" w:rsidP="003D385A">
            <w:pPr>
              <w:pStyle w:val="Punktygwne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K_U01</w:t>
            </w:r>
          </w:p>
        </w:tc>
      </w:tr>
      <w:tr w:rsidR="00571AD1" w:rsidRPr="002A4FE4" w14:paraId="6C128919" w14:textId="77777777" w:rsidTr="005E6E85">
        <w:tc>
          <w:tcPr>
            <w:tcW w:w="1701" w:type="dxa"/>
          </w:tcPr>
          <w:p w14:paraId="11B6459D" w14:textId="77777777" w:rsidR="00571AD1" w:rsidRPr="002A4FE4" w:rsidRDefault="00410D6B" w:rsidP="000A105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2C4B31">
              <w:rPr>
                <w:b w:val="0"/>
                <w:smallCaps w:val="0"/>
                <w:szCs w:val="24"/>
              </w:rPr>
              <w:t>0</w:t>
            </w:r>
            <w:r w:rsidR="00E1125D" w:rsidRPr="002A4FE4">
              <w:rPr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189943B9" w14:textId="77777777" w:rsidR="00571AD1" w:rsidRPr="002A4FE4" w:rsidRDefault="003D385A" w:rsidP="006E2C92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 xml:space="preserve">potrafi kierować pracą zespołu w ramach </w:t>
            </w:r>
            <w:r w:rsidR="00E025AE" w:rsidRPr="002A4FE4">
              <w:rPr>
                <w:rFonts w:ascii="Times New Roman" w:hAnsi="Times New Roman"/>
                <w:sz w:val="24"/>
                <w:szCs w:val="24"/>
              </w:rPr>
              <w:t>pracy grupowej na zajęciach</w:t>
            </w:r>
          </w:p>
        </w:tc>
        <w:tc>
          <w:tcPr>
            <w:tcW w:w="1873" w:type="dxa"/>
          </w:tcPr>
          <w:p w14:paraId="4AC7BFB6" w14:textId="77777777" w:rsidR="00EC4043" w:rsidRPr="002C4B31" w:rsidRDefault="003D385A" w:rsidP="006E2C92">
            <w:pPr>
              <w:pStyle w:val="Punktygwne"/>
              <w:spacing w:before="0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K_U12</w:t>
            </w:r>
          </w:p>
        </w:tc>
      </w:tr>
      <w:tr w:rsidR="00985F63" w:rsidRPr="002A4FE4" w14:paraId="3EC6C7FA" w14:textId="77777777" w:rsidTr="005E6E85">
        <w:tc>
          <w:tcPr>
            <w:tcW w:w="1701" w:type="dxa"/>
          </w:tcPr>
          <w:p w14:paraId="1E227813" w14:textId="77777777" w:rsidR="00985F63" w:rsidRPr="002A4FE4" w:rsidRDefault="00985F63" w:rsidP="000A105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EK_</w:t>
            </w:r>
            <w:r w:rsidR="00E1125D" w:rsidRPr="002A4FE4">
              <w:rPr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B652B46" w14:textId="39660DE8" w:rsidR="00985F63" w:rsidRPr="002A4FE4" w:rsidRDefault="00985F63" w:rsidP="006F2B8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 xml:space="preserve">potrafi zastosować reguły </w:t>
            </w:r>
            <w:r w:rsidR="009A4153" w:rsidRPr="002A4FE4">
              <w:rPr>
                <w:rFonts w:ascii="Times New Roman" w:hAnsi="Times New Roman"/>
                <w:sz w:val="24"/>
                <w:szCs w:val="24"/>
              </w:rPr>
              <w:t xml:space="preserve">konstruowania tekstu i </w:t>
            </w:r>
            <w:r w:rsidRPr="002A4FE4">
              <w:rPr>
                <w:rFonts w:ascii="Times New Roman" w:hAnsi="Times New Roman"/>
                <w:sz w:val="24"/>
                <w:szCs w:val="24"/>
              </w:rPr>
              <w:t>cytowania według standardu APA</w:t>
            </w:r>
          </w:p>
        </w:tc>
        <w:tc>
          <w:tcPr>
            <w:tcW w:w="1873" w:type="dxa"/>
          </w:tcPr>
          <w:p w14:paraId="6339E303" w14:textId="77777777" w:rsidR="00985F63" w:rsidRPr="002A4FE4" w:rsidRDefault="00985F63" w:rsidP="006E2C92">
            <w:pPr>
              <w:pStyle w:val="Punktygwne"/>
              <w:spacing w:before="0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K_U01</w:t>
            </w:r>
          </w:p>
        </w:tc>
      </w:tr>
      <w:tr w:rsidR="003D385A" w:rsidRPr="002A4FE4" w14:paraId="041F53E1" w14:textId="77777777" w:rsidTr="005E6E85">
        <w:tc>
          <w:tcPr>
            <w:tcW w:w="1701" w:type="dxa"/>
          </w:tcPr>
          <w:p w14:paraId="6AF28C26" w14:textId="77777777" w:rsidR="003D385A" w:rsidRPr="002A4FE4" w:rsidRDefault="00410D6B" w:rsidP="000A105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lastRenderedPageBreak/>
              <w:t>EK_</w:t>
            </w:r>
            <w:r w:rsidR="00985F63" w:rsidRPr="002A4FE4">
              <w:rPr>
                <w:b w:val="0"/>
                <w:smallCaps w:val="0"/>
                <w:szCs w:val="24"/>
              </w:rPr>
              <w:t>1</w:t>
            </w:r>
            <w:r w:rsidR="00E1125D" w:rsidRPr="002A4FE4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75F76ED5" w14:textId="77777777" w:rsidR="003D385A" w:rsidRPr="002C4B31" w:rsidRDefault="00851471" w:rsidP="006E2C92">
            <w:pPr>
              <w:pStyle w:val="Akapitzlist"/>
              <w:spacing w:after="0"/>
              <w:ind w:lef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 xml:space="preserve">potrafi dokonać </w:t>
            </w:r>
            <w:r w:rsidR="00996E15" w:rsidRPr="002A4FE4">
              <w:rPr>
                <w:rFonts w:ascii="Times New Roman" w:hAnsi="Times New Roman"/>
                <w:sz w:val="24"/>
                <w:szCs w:val="24"/>
              </w:rPr>
              <w:t xml:space="preserve">krytycznej oceny poziomu swojej wiedzy i umiejętności, posiada motywację do samokształcenia i samorozwoju w zakresie psychologii </w:t>
            </w:r>
          </w:p>
        </w:tc>
        <w:tc>
          <w:tcPr>
            <w:tcW w:w="1873" w:type="dxa"/>
          </w:tcPr>
          <w:p w14:paraId="3063EA46" w14:textId="77777777" w:rsidR="003D385A" w:rsidRPr="002A4FE4" w:rsidRDefault="00996E15" w:rsidP="006E2C92">
            <w:pPr>
              <w:pStyle w:val="Punktygwne"/>
              <w:spacing w:before="0"/>
              <w:rPr>
                <w:b w:val="0"/>
                <w:bCs/>
                <w:szCs w:val="24"/>
              </w:rPr>
            </w:pPr>
            <w:r w:rsidRPr="002A4FE4">
              <w:rPr>
                <w:b w:val="0"/>
                <w:bCs/>
                <w:szCs w:val="24"/>
              </w:rPr>
              <w:t>K_K01</w:t>
            </w:r>
          </w:p>
        </w:tc>
      </w:tr>
    </w:tbl>
    <w:p w14:paraId="40E1870D" w14:textId="77777777" w:rsidR="0085747A" w:rsidRPr="002A4FE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706CCEC" w14:textId="77777777" w:rsidR="0085747A" w:rsidRPr="002A4FE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2A4FE4">
        <w:rPr>
          <w:rFonts w:ascii="Times New Roman" w:hAnsi="Times New Roman"/>
          <w:b/>
          <w:sz w:val="24"/>
          <w:szCs w:val="24"/>
        </w:rPr>
        <w:t>3.3</w:t>
      </w:r>
      <w:r w:rsidR="0085747A" w:rsidRPr="002A4FE4">
        <w:rPr>
          <w:rFonts w:ascii="Times New Roman" w:hAnsi="Times New Roman"/>
          <w:b/>
          <w:sz w:val="24"/>
          <w:szCs w:val="24"/>
        </w:rPr>
        <w:t>T</w:t>
      </w:r>
      <w:r w:rsidR="001D7B54" w:rsidRPr="002A4FE4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AF05359" w14:textId="77777777" w:rsidR="0085747A" w:rsidRPr="002A4F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A4FE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24DE2" w:rsidRPr="002C4B31" w14:paraId="091374A0" w14:textId="77777777" w:rsidTr="002C4B31">
        <w:tc>
          <w:tcPr>
            <w:tcW w:w="9639" w:type="dxa"/>
          </w:tcPr>
          <w:p w14:paraId="00BA6077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 xml:space="preserve">Definicja nauki. Geneza nowożytnej nauki. Rodzaje nauk. </w:t>
            </w:r>
          </w:p>
        </w:tc>
      </w:tr>
      <w:tr w:rsidR="00524DE2" w:rsidRPr="002C4B31" w14:paraId="7026341A" w14:textId="77777777" w:rsidTr="002C4B31">
        <w:tc>
          <w:tcPr>
            <w:tcW w:w="9639" w:type="dxa"/>
          </w:tcPr>
          <w:p w14:paraId="4A6DC4DD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Koncepcje nauki; filozofia faktu w nauce; relacje do przyrody</w:t>
            </w:r>
          </w:p>
        </w:tc>
      </w:tr>
      <w:tr w:rsidR="00524DE2" w:rsidRPr="002C4B31" w14:paraId="7E8A6F91" w14:textId="77777777" w:rsidTr="002C4B31">
        <w:tc>
          <w:tcPr>
            <w:tcW w:w="9639" w:type="dxa"/>
          </w:tcPr>
          <w:p w14:paraId="04A9BB7D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Struktura formalna nauki: teoria, koncepcja, model, paradygmat, prawo naukowe. Czy nauka rozwija się liniowo?</w:t>
            </w:r>
            <w:r w:rsidR="001B16AB" w:rsidRPr="002C4B31">
              <w:rPr>
                <w:rFonts w:ascii="Times New Roman" w:hAnsi="Times New Roman"/>
                <w:sz w:val="24"/>
                <w:szCs w:val="24"/>
              </w:rPr>
              <w:t xml:space="preserve"> Koncepcje, modele w psychologii.</w:t>
            </w:r>
          </w:p>
        </w:tc>
      </w:tr>
      <w:tr w:rsidR="00554203" w:rsidRPr="002C4B31" w14:paraId="7C0F7973" w14:textId="77777777" w:rsidTr="002C4B31">
        <w:tc>
          <w:tcPr>
            <w:tcW w:w="9639" w:type="dxa"/>
          </w:tcPr>
          <w:p w14:paraId="1FE7009E" w14:textId="77777777" w:rsidR="00554203" w:rsidRPr="002C4B31" w:rsidRDefault="00554203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Metody poznania psychologicznego</w:t>
            </w:r>
          </w:p>
        </w:tc>
      </w:tr>
      <w:tr w:rsidR="00524DE2" w:rsidRPr="002C4B31" w14:paraId="09C4A90A" w14:textId="77777777" w:rsidTr="002C4B31">
        <w:tc>
          <w:tcPr>
            <w:tcW w:w="9639" w:type="dxa"/>
          </w:tcPr>
          <w:p w14:paraId="78B318A0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 xml:space="preserve">Główne kierunki współczesnej psychologii – zagadnienie podstawowe. </w:t>
            </w:r>
            <w:r w:rsidR="001B16AB" w:rsidRPr="002C4B31">
              <w:rPr>
                <w:rFonts w:ascii="Times New Roman" w:hAnsi="Times New Roman"/>
                <w:sz w:val="24"/>
                <w:szCs w:val="24"/>
              </w:rPr>
              <w:t>Psychologia świadomości; spór o introspekcję.</w:t>
            </w:r>
          </w:p>
        </w:tc>
      </w:tr>
      <w:tr w:rsidR="001B16AB" w:rsidRPr="002C4B31" w14:paraId="7F802A40" w14:textId="77777777" w:rsidTr="002C4B31">
        <w:tc>
          <w:tcPr>
            <w:tcW w:w="9639" w:type="dxa"/>
          </w:tcPr>
          <w:p w14:paraId="5895A24C" w14:textId="77777777" w:rsidR="001B16AB" w:rsidRPr="002C4B31" w:rsidRDefault="001B16AB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Główne kierunki współczesnej psychologii – zagadnienie podstawowe</w:t>
            </w:r>
            <w:r w:rsidR="002C4B31">
              <w:rPr>
                <w:rFonts w:ascii="Times New Roman" w:hAnsi="Times New Roman"/>
                <w:sz w:val="24"/>
                <w:szCs w:val="24"/>
              </w:rPr>
              <w:t>.</w:t>
            </w:r>
            <w:r w:rsidRPr="002C4B31">
              <w:rPr>
                <w:rFonts w:ascii="Times New Roman" w:hAnsi="Times New Roman"/>
                <w:sz w:val="24"/>
                <w:szCs w:val="24"/>
              </w:rPr>
              <w:t xml:space="preserve"> Psychoanalityczny portret człowieka; </w:t>
            </w:r>
            <w:r w:rsidR="002C4B31">
              <w:rPr>
                <w:rFonts w:ascii="Times New Roman" w:hAnsi="Times New Roman"/>
                <w:sz w:val="24"/>
                <w:szCs w:val="24"/>
              </w:rPr>
              <w:t>c</w:t>
            </w:r>
            <w:r w:rsidRPr="002C4B31">
              <w:rPr>
                <w:rFonts w:ascii="Times New Roman" w:hAnsi="Times New Roman"/>
                <w:sz w:val="24"/>
                <w:szCs w:val="24"/>
              </w:rPr>
              <w:t>złowiek zewnątrzsterowny - behawioryzm</w:t>
            </w:r>
          </w:p>
        </w:tc>
      </w:tr>
      <w:tr w:rsidR="00524DE2" w:rsidRPr="002C4B31" w14:paraId="5F8DAFCC" w14:textId="77777777" w:rsidTr="002C4B31">
        <w:tc>
          <w:tcPr>
            <w:tcW w:w="9639" w:type="dxa"/>
          </w:tcPr>
          <w:p w14:paraId="72E1E7FC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Główne kierunki współczesnej psychologii – zagadnienie podstawowe. Psychologia humanistyczna, psychologia ewolucyjna</w:t>
            </w:r>
          </w:p>
        </w:tc>
      </w:tr>
      <w:tr w:rsidR="00524DE2" w:rsidRPr="002C4B31" w14:paraId="1F332BF7" w14:textId="77777777" w:rsidTr="002C4B31">
        <w:tc>
          <w:tcPr>
            <w:tcW w:w="9639" w:type="dxa"/>
          </w:tcPr>
          <w:p w14:paraId="599E0BAF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Główne kierunki współczesnej psychologii – zagadnienie podstawowe. Psychologia poznawcza</w:t>
            </w:r>
          </w:p>
        </w:tc>
      </w:tr>
      <w:tr w:rsidR="00D73935" w:rsidRPr="002C4B31" w14:paraId="3C6750D1" w14:textId="77777777" w:rsidTr="002C4B31">
        <w:tc>
          <w:tcPr>
            <w:tcW w:w="9639" w:type="dxa"/>
          </w:tcPr>
          <w:p w14:paraId="092A7215" w14:textId="77777777" w:rsidR="00D73935" w:rsidRPr="002C4B31" w:rsidRDefault="00D73935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Elementy fizjologii i anatomii układu nerwowego, powiązanie z funkcjami psychicznymi. Koncepcje: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wąskolokalizacyjna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antylokalizacyjna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układu funkcjonalnego</w:t>
            </w:r>
          </w:p>
        </w:tc>
      </w:tr>
      <w:tr w:rsidR="00524DE2" w:rsidRPr="002C4B31" w14:paraId="6BEDDE10" w14:textId="77777777" w:rsidTr="002C4B31">
        <w:tc>
          <w:tcPr>
            <w:tcW w:w="9639" w:type="dxa"/>
          </w:tcPr>
          <w:p w14:paraId="62943CD0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Podstawy funkcjonowania umysłu: świadomość, nieświadomość, myślenie; powiązania między procesami poznawczymi</w:t>
            </w:r>
          </w:p>
        </w:tc>
      </w:tr>
      <w:tr w:rsidR="0038715B" w:rsidRPr="002C4B31" w14:paraId="327BE958" w14:textId="77777777" w:rsidTr="002C4B31">
        <w:tc>
          <w:tcPr>
            <w:tcW w:w="9639" w:type="dxa"/>
          </w:tcPr>
          <w:p w14:paraId="1F6CF83C" w14:textId="77777777" w:rsidR="0038715B" w:rsidRPr="002C4B31" w:rsidRDefault="0038715B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Doświadczenia emocjonalne człowieka</w:t>
            </w:r>
          </w:p>
        </w:tc>
      </w:tr>
      <w:tr w:rsidR="00524DE2" w:rsidRPr="002C4B31" w14:paraId="43914C0A" w14:textId="77777777" w:rsidTr="002C4B31">
        <w:tc>
          <w:tcPr>
            <w:tcW w:w="9639" w:type="dxa"/>
          </w:tcPr>
          <w:p w14:paraId="56B39CC0" w14:textId="146BE2EA" w:rsidR="00524DE2" w:rsidRPr="002C4B31" w:rsidRDefault="009A4153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 xml:space="preserve">Natura czy </w:t>
            </w:r>
            <w:r w:rsidR="008B2182" w:rsidRPr="002C4B31">
              <w:rPr>
                <w:rFonts w:ascii="Times New Roman" w:hAnsi="Times New Roman"/>
                <w:sz w:val="24"/>
                <w:szCs w:val="24"/>
              </w:rPr>
              <w:t>wychowanie?</w:t>
            </w:r>
            <w:r w:rsidR="008B2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182" w:rsidRPr="002C4B31">
              <w:rPr>
                <w:rFonts w:ascii="Times New Roman" w:hAnsi="Times New Roman"/>
                <w:sz w:val="24"/>
                <w:szCs w:val="24"/>
              </w:rPr>
              <w:t>Czynniki</w:t>
            </w:r>
            <w:r w:rsidRPr="002C4B31">
              <w:rPr>
                <w:rFonts w:ascii="Times New Roman" w:hAnsi="Times New Roman"/>
                <w:sz w:val="24"/>
                <w:szCs w:val="24"/>
              </w:rPr>
              <w:t xml:space="preserve"> biologiczne i środowiskowe kształtujące człowieka</w:t>
            </w:r>
          </w:p>
        </w:tc>
      </w:tr>
      <w:tr w:rsidR="00524DE2" w:rsidRPr="002C4B31" w14:paraId="1606DCC7" w14:textId="77777777" w:rsidTr="002C4B31">
        <w:tc>
          <w:tcPr>
            <w:tcW w:w="9639" w:type="dxa"/>
          </w:tcPr>
          <w:p w14:paraId="381EF0C1" w14:textId="77777777" w:rsidR="00524DE2" w:rsidRPr="002C4B31" w:rsidRDefault="00524DE2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Standardy APA</w:t>
            </w:r>
            <w:r w:rsidR="0038715B" w:rsidRPr="002C4B31">
              <w:rPr>
                <w:rFonts w:ascii="Times New Roman" w:hAnsi="Times New Roman"/>
                <w:sz w:val="24"/>
                <w:szCs w:val="24"/>
              </w:rPr>
              <w:t xml:space="preserve"> – konstrukcja tekstu, sposób cytowania</w:t>
            </w:r>
          </w:p>
        </w:tc>
      </w:tr>
    </w:tbl>
    <w:p w14:paraId="20508EC5" w14:textId="77777777" w:rsidR="0085747A" w:rsidRPr="002A4FE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81D230" w14:textId="77777777" w:rsidR="0085747A" w:rsidRPr="002A4FE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A4FE4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2A4FE4">
        <w:rPr>
          <w:rFonts w:ascii="Times New Roman" w:hAnsi="Times New Roman"/>
          <w:sz w:val="24"/>
          <w:szCs w:val="24"/>
        </w:rPr>
        <w:t xml:space="preserve">, </w:t>
      </w:r>
      <w:r w:rsidRPr="002A4FE4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2C4B31" w14:paraId="4E5D9AEB" w14:textId="77777777" w:rsidTr="002C4B31">
        <w:tc>
          <w:tcPr>
            <w:tcW w:w="9639" w:type="dxa"/>
          </w:tcPr>
          <w:p w14:paraId="0869653D" w14:textId="77777777" w:rsidR="006644F1" w:rsidRPr="002C4B31" w:rsidRDefault="006644F1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Przetwarzanie informacji - Percepcja i uwaga</w:t>
            </w:r>
          </w:p>
        </w:tc>
      </w:tr>
      <w:tr w:rsidR="006644F1" w:rsidRPr="002C4B31" w14:paraId="26DF192E" w14:textId="77777777" w:rsidTr="002C4B31">
        <w:tc>
          <w:tcPr>
            <w:tcW w:w="9639" w:type="dxa"/>
          </w:tcPr>
          <w:p w14:paraId="780D0754" w14:textId="77777777" w:rsidR="006644F1" w:rsidRPr="002C4B31" w:rsidRDefault="006644F1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Przechowywanie informacji - Pamięć</w:t>
            </w:r>
          </w:p>
        </w:tc>
      </w:tr>
      <w:tr w:rsidR="006644F1" w:rsidRPr="002C4B31" w14:paraId="3BDA96AE" w14:textId="77777777" w:rsidTr="002C4B31">
        <w:tc>
          <w:tcPr>
            <w:tcW w:w="9639" w:type="dxa"/>
          </w:tcPr>
          <w:p w14:paraId="57D5B055" w14:textId="77777777" w:rsidR="006644F1" w:rsidRPr="002C4B31" w:rsidRDefault="006644F1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Procesy emocjonalne i motywacyjne</w:t>
            </w:r>
          </w:p>
        </w:tc>
      </w:tr>
      <w:tr w:rsidR="00822E5D" w:rsidRPr="002C4B31" w14:paraId="05BC460F" w14:textId="77777777" w:rsidTr="002C4B31">
        <w:tc>
          <w:tcPr>
            <w:tcW w:w="9639" w:type="dxa"/>
          </w:tcPr>
          <w:p w14:paraId="4BD356F8" w14:textId="77777777" w:rsidR="00822E5D" w:rsidRPr="002C4B31" w:rsidRDefault="00822E5D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Osobowość</w:t>
            </w:r>
          </w:p>
        </w:tc>
      </w:tr>
      <w:tr w:rsidR="00C3330A" w:rsidRPr="002C4B31" w14:paraId="60C38483" w14:textId="77777777" w:rsidTr="002C4B31">
        <w:tc>
          <w:tcPr>
            <w:tcW w:w="9639" w:type="dxa"/>
          </w:tcPr>
          <w:p w14:paraId="22D85863" w14:textId="77777777" w:rsidR="00C3330A" w:rsidRPr="002C4B31" w:rsidRDefault="00C3330A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Uczenie się</w:t>
            </w:r>
          </w:p>
        </w:tc>
      </w:tr>
      <w:tr w:rsidR="006644F1" w:rsidRPr="002C4B31" w14:paraId="177B911E" w14:textId="77777777" w:rsidTr="002C4B31">
        <w:tc>
          <w:tcPr>
            <w:tcW w:w="9639" w:type="dxa"/>
          </w:tcPr>
          <w:p w14:paraId="47BF786C" w14:textId="77777777" w:rsidR="006644F1" w:rsidRPr="002C4B31" w:rsidRDefault="00435720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</w:t>
            </w:r>
            <w:r w:rsidR="006644F1" w:rsidRPr="002C4B31">
              <w:rPr>
                <w:rFonts w:ascii="Times New Roman" w:hAnsi="Times New Roman"/>
                <w:sz w:val="24"/>
                <w:szCs w:val="24"/>
              </w:rPr>
              <w:t>odstawy psychologii społecznej</w:t>
            </w:r>
          </w:p>
        </w:tc>
      </w:tr>
      <w:tr w:rsidR="006234F9" w:rsidRPr="002C4B31" w14:paraId="5767F114" w14:textId="77777777" w:rsidTr="002C4B31">
        <w:tc>
          <w:tcPr>
            <w:tcW w:w="9639" w:type="dxa"/>
          </w:tcPr>
          <w:p w14:paraId="7A7AE31E" w14:textId="77777777" w:rsidR="006234F9" w:rsidRPr="002C4B31" w:rsidRDefault="006234F9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Podstawy psychologii rozwojowej</w:t>
            </w:r>
          </w:p>
        </w:tc>
      </w:tr>
      <w:tr w:rsidR="00822E5D" w:rsidRPr="002C4B31" w14:paraId="7A1E429C" w14:textId="77777777" w:rsidTr="002C4B31">
        <w:tc>
          <w:tcPr>
            <w:tcW w:w="9639" w:type="dxa"/>
          </w:tcPr>
          <w:p w14:paraId="49987DC8" w14:textId="77777777" w:rsidR="00822E5D" w:rsidRPr="002C4B31" w:rsidRDefault="00822E5D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Podstawy psychologii klinicznej</w:t>
            </w:r>
          </w:p>
        </w:tc>
      </w:tr>
      <w:tr w:rsidR="009A4153" w:rsidRPr="002C4B31" w14:paraId="54605247" w14:textId="77777777" w:rsidTr="002C4B31">
        <w:tc>
          <w:tcPr>
            <w:tcW w:w="9639" w:type="dxa"/>
          </w:tcPr>
          <w:p w14:paraId="75EE5C85" w14:textId="77777777" w:rsidR="009A4153" w:rsidRPr="002C4B31" w:rsidRDefault="009A4153" w:rsidP="006E2C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B31">
              <w:rPr>
                <w:rFonts w:ascii="Times New Roman" w:hAnsi="Times New Roman"/>
                <w:sz w:val="24"/>
                <w:szCs w:val="24"/>
              </w:rPr>
              <w:t>Praktyczne wykorzystanie standardów APA</w:t>
            </w:r>
            <w:r w:rsidR="0038715B" w:rsidRPr="002C4B31">
              <w:rPr>
                <w:rFonts w:ascii="Times New Roman" w:hAnsi="Times New Roman"/>
                <w:sz w:val="24"/>
                <w:szCs w:val="24"/>
              </w:rPr>
              <w:t xml:space="preserve"> - konstrukcja tekstu, sposób cytowania</w:t>
            </w:r>
          </w:p>
        </w:tc>
      </w:tr>
    </w:tbl>
    <w:p w14:paraId="0E41404B" w14:textId="77777777" w:rsidR="006644F1" w:rsidRPr="002A4FE4" w:rsidRDefault="006644F1" w:rsidP="006644F1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84C3032" w14:textId="77777777" w:rsidR="0085747A" w:rsidRPr="002A4FE4" w:rsidRDefault="009F4610" w:rsidP="006E2C9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2A4FE4">
        <w:rPr>
          <w:smallCaps w:val="0"/>
          <w:szCs w:val="24"/>
        </w:rPr>
        <w:t>3.4 Metody dydaktyczne</w:t>
      </w:r>
    </w:p>
    <w:p w14:paraId="1DE1DBC9" w14:textId="77777777" w:rsidR="00BA6626" w:rsidRPr="00C8698B" w:rsidRDefault="006644F1" w:rsidP="006644F1">
      <w:pPr>
        <w:pStyle w:val="Punktygwne"/>
        <w:spacing w:before="0" w:after="0"/>
        <w:rPr>
          <w:b w:val="0"/>
          <w:bCs/>
          <w:smallCaps w:val="0"/>
          <w:szCs w:val="24"/>
        </w:rPr>
      </w:pPr>
      <w:r w:rsidRPr="00C8698B">
        <w:rPr>
          <w:b w:val="0"/>
          <w:bCs/>
          <w:smallCaps w:val="0"/>
          <w:szCs w:val="24"/>
        </w:rPr>
        <w:t>Wykład z prezentacj</w:t>
      </w:r>
      <w:r w:rsidR="00BA6626" w:rsidRPr="00C8698B">
        <w:rPr>
          <w:b w:val="0"/>
          <w:bCs/>
          <w:smallCaps w:val="0"/>
          <w:szCs w:val="24"/>
        </w:rPr>
        <w:t>ą</w:t>
      </w:r>
      <w:r w:rsidRPr="00C8698B">
        <w:rPr>
          <w:b w:val="0"/>
          <w:bCs/>
          <w:smallCaps w:val="0"/>
          <w:szCs w:val="24"/>
        </w:rPr>
        <w:t xml:space="preserve"> multimedialną</w:t>
      </w:r>
    </w:p>
    <w:p w14:paraId="7CB97DF7" w14:textId="77777777" w:rsidR="0085747A" w:rsidRPr="006E2C92" w:rsidRDefault="006644F1" w:rsidP="009C54AE">
      <w:pPr>
        <w:pStyle w:val="Punktygwne"/>
        <w:spacing w:before="0" w:after="0"/>
        <w:rPr>
          <w:b w:val="0"/>
          <w:bCs/>
          <w:smallCaps w:val="0"/>
          <w:szCs w:val="24"/>
        </w:rPr>
      </w:pPr>
      <w:r w:rsidRPr="00C8698B">
        <w:rPr>
          <w:b w:val="0"/>
          <w:bCs/>
          <w:smallCaps w:val="0"/>
          <w:szCs w:val="24"/>
        </w:rPr>
        <w:t>Ćwiczenia: praca w grupach, analiza tekstów z dyskusją</w:t>
      </w:r>
      <w:r w:rsidR="00996E15" w:rsidRPr="00C8698B">
        <w:rPr>
          <w:b w:val="0"/>
          <w:bCs/>
          <w:smallCaps w:val="0"/>
          <w:szCs w:val="24"/>
        </w:rPr>
        <w:t>, prezentacja multimedialna</w:t>
      </w:r>
      <w:r w:rsidR="00436227" w:rsidRPr="00C8698B">
        <w:rPr>
          <w:b w:val="0"/>
          <w:bCs/>
          <w:smallCaps w:val="0"/>
          <w:szCs w:val="24"/>
        </w:rPr>
        <w:t>, rozwiązywanie zadań (standardy APA)</w:t>
      </w:r>
    </w:p>
    <w:p w14:paraId="732265A9" w14:textId="77777777" w:rsidR="00E960BB" w:rsidRPr="002A4FE4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9A30B32" w14:textId="77777777" w:rsidR="0085747A" w:rsidRPr="002A4FE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4. </w:t>
      </w:r>
      <w:r w:rsidR="0085747A" w:rsidRPr="002A4FE4">
        <w:rPr>
          <w:smallCaps w:val="0"/>
          <w:szCs w:val="24"/>
        </w:rPr>
        <w:t>METODY I KRYTERIA OCENY</w:t>
      </w:r>
    </w:p>
    <w:p w14:paraId="4EF127F3" w14:textId="77777777" w:rsidR="00923D7D" w:rsidRPr="002A4FE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4966441" w14:textId="77777777" w:rsidR="0085747A" w:rsidRPr="002A4FE4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4.1 Sposoby weryfikacji efektów </w:t>
      </w:r>
      <w:r w:rsidR="00C05F44" w:rsidRPr="002A4FE4">
        <w:rPr>
          <w:smallCaps w:val="0"/>
          <w:szCs w:val="24"/>
        </w:rPr>
        <w:t>uczenia się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670"/>
        <w:gridCol w:w="2233"/>
      </w:tblGrid>
      <w:tr w:rsidR="00564E2E" w:rsidRPr="00BA6626" w14:paraId="77801BAF" w14:textId="77777777" w:rsidTr="00BA6626">
        <w:tc>
          <w:tcPr>
            <w:tcW w:w="1701" w:type="dxa"/>
            <w:tcBorders>
              <w:bottom w:val="single" w:sz="4" w:space="0" w:color="auto"/>
            </w:tcBorders>
          </w:tcPr>
          <w:p w14:paraId="6890D652" w14:textId="77777777" w:rsidR="00564E2E" w:rsidRPr="00BA6626" w:rsidRDefault="00564E2E" w:rsidP="00BA6626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77AF749" w14:textId="77777777" w:rsidR="00564E2E" w:rsidRPr="00BA6626" w:rsidRDefault="006E2C92" w:rsidP="006E2C9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Metody oceny efektów kształcenia</w:t>
            </w:r>
            <w:r w:rsidR="00BA6626">
              <w:rPr>
                <w:rFonts w:ascii="Times New Roman" w:hAnsi="Times New Roman"/>
                <w:sz w:val="24"/>
                <w:szCs w:val="24"/>
              </w:rPr>
              <w:br/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( np.: kolokwium, egzamin ustny, egzamin pisemny,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636D69C8" w14:textId="77777777" w:rsidR="00564E2E" w:rsidRPr="00BA6626" w:rsidRDefault="00564E2E" w:rsidP="006E2C9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Forma zajęć dydaktycznych ( w,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lastRenderedPageBreak/>
              <w:t>ćw, …)</w:t>
            </w:r>
          </w:p>
        </w:tc>
      </w:tr>
      <w:tr w:rsidR="00EC0113" w:rsidRPr="00BA6626" w14:paraId="337E3780" w14:textId="77777777" w:rsidTr="00BA6626">
        <w:tc>
          <w:tcPr>
            <w:tcW w:w="1701" w:type="dxa"/>
            <w:tcBorders>
              <w:bottom w:val="single" w:sz="4" w:space="0" w:color="auto"/>
            </w:tcBorders>
          </w:tcPr>
          <w:p w14:paraId="08B2F659" w14:textId="77777777" w:rsidR="00EC0113" w:rsidRPr="00EC0113" w:rsidRDefault="00EC0113" w:rsidP="00F34A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EK_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4A16BDA" w14:textId="77777777" w:rsidR="00EC0113" w:rsidRPr="00EC0113" w:rsidRDefault="00EC011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Egzamin pisemny - test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4FB37AE3" w14:textId="77777777" w:rsidR="00EC0113" w:rsidRPr="00EC0113" w:rsidRDefault="00EC011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W,</w:t>
            </w:r>
          </w:p>
        </w:tc>
      </w:tr>
      <w:tr w:rsidR="00EC0113" w:rsidRPr="00BA6626" w14:paraId="6CD9E3CC" w14:textId="77777777" w:rsidTr="00BA6626">
        <w:tc>
          <w:tcPr>
            <w:tcW w:w="1701" w:type="dxa"/>
            <w:tcBorders>
              <w:bottom w:val="single" w:sz="4" w:space="0" w:color="auto"/>
            </w:tcBorders>
          </w:tcPr>
          <w:p w14:paraId="0C23E599" w14:textId="77777777" w:rsidR="00EC0113" w:rsidRPr="00EC0113" w:rsidRDefault="00EC0113" w:rsidP="00F34A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EK_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582BC59E" w14:textId="77777777" w:rsidR="00EC0113" w:rsidRPr="00EC0113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Egzamin pisemny– test, kolokwium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22493097" w14:textId="77777777" w:rsidR="00EC0113" w:rsidRPr="00EC0113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564E2E" w:rsidRPr="00BA6626" w14:paraId="00089445" w14:textId="77777777" w:rsidTr="00BA6626">
        <w:tc>
          <w:tcPr>
            <w:tcW w:w="1701" w:type="dxa"/>
          </w:tcPr>
          <w:p w14:paraId="7E050C3B" w14:textId="77777777" w:rsidR="001B1596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14:paraId="22B32ED8" w14:textId="77777777" w:rsidR="001B1596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14:paraId="4F18CE3D" w14:textId="77777777" w:rsidR="00564E2E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3001A8" w:rsidRPr="00BA6626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 test</w:t>
            </w:r>
            <w:r w:rsidR="003001A8" w:rsidRPr="00BA6626">
              <w:rPr>
                <w:rFonts w:ascii="Times New Roman" w:hAnsi="Times New Roman"/>
                <w:sz w:val="24"/>
                <w:szCs w:val="24"/>
              </w:rPr>
              <w:t>,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 kolokwium</w:t>
            </w:r>
          </w:p>
          <w:p w14:paraId="05ACD5BA" w14:textId="77777777" w:rsidR="007F10A8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3001A8" w:rsidRPr="00BA6626">
              <w:rPr>
                <w:rFonts w:ascii="Times New Roman" w:hAnsi="Times New Roman"/>
                <w:sz w:val="24"/>
                <w:szCs w:val="24"/>
              </w:rPr>
              <w:t>–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 test</w:t>
            </w:r>
          </w:p>
        </w:tc>
        <w:tc>
          <w:tcPr>
            <w:tcW w:w="2233" w:type="dxa"/>
          </w:tcPr>
          <w:p w14:paraId="528FF2B2" w14:textId="77777777" w:rsidR="00564E2E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W, ćw</w:t>
            </w:r>
          </w:p>
          <w:p w14:paraId="775E845B" w14:textId="77777777" w:rsidR="007F10A8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564E2E" w:rsidRPr="00BA6626" w14:paraId="6A49934D" w14:textId="77777777" w:rsidTr="00BA6626">
        <w:tc>
          <w:tcPr>
            <w:tcW w:w="1701" w:type="dxa"/>
          </w:tcPr>
          <w:p w14:paraId="642CBC42" w14:textId="77777777" w:rsidR="002F7F98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14:paraId="233F1BBA" w14:textId="77777777" w:rsidR="00564E2E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Pr="00BA6626">
              <w:rPr>
                <w:rFonts w:ascii="Times New Roman" w:hAnsi="Times New Roman"/>
                <w:sz w:val="24"/>
                <w:szCs w:val="24"/>
              </w:rPr>
              <w:softHyphen/>
              <w:t xml:space="preserve"> - test</w:t>
            </w:r>
          </w:p>
        </w:tc>
        <w:tc>
          <w:tcPr>
            <w:tcW w:w="2233" w:type="dxa"/>
          </w:tcPr>
          <w:p w14:paraId="47177753" w14:textId="77777777" w:rsidR="00564E2E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564E2E" w:rsidRPr="00BA6626" w14:paraId="5B9CC38B" w14:textId="77777777" w:rsidTr="00BA6626">
        <w:tc>
          <w:tcPr>
            <w:tcW w:w="1701" w:type="dxa"/>
          </w:tcPr>
          <w:p w14:paraId="23A4DD3F" w14:textId="77777777" w:rsidR="00564E2E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14:paraId="06C87F6D" w14:textId="77777777" w:rsidR="00564E2E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softHyphen/>
              <w:t xml:space="preserve"> - test</w:t>
            </w:r>
          </w:p>
        </w:tc>
        <w:tc>
          <w:tcPr>
            <w:tcW w:w="2233" w:type="dxa"/>
          </w:tcPr>
          <w:p w14:paraId="54CD1B4A" w14:textId="77777777" w:rsidR="00564E2E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1B1596" w:rsidRPr="00BA6626" w14:paraId="7A1B2B8C" w14:textId="77777777" w:rsidTr="00BA6626">
        <w:tc>
          <w:tcPr>
            <w:tcW w:w="1701" w:type="dxa"/>
          </w:tcPr>
          <w:p w14:paraId="28068749" w14:textId="77777777" w:rsidR="001B1596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14:paraId="1D80C28E" w14:textId="77777777" w:rsidR="001B1596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softHyphen/>
              <w:t xml:space="preserve"> - test</w:t>
            </w:r>
          </w:p>
        </w:tc>
        <w:tc>
          <w:tcPr>
            <w:tcW w:w="2233" w:type="dxa"/>
          </w:tcPr>
          <w:p w14:paraId="6FB47C8D" w14:textId="77777777" w:rsidR="001B1596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1B1596" w:rsidRPr="00BA6626" w14:paraId="2B1821A1" w14:textId="77777777" w:rsidTr="00BA6626">
        <w:tc>
          <w:tcPr>
            <w:tcW w:w="1701" w:type="dxa"/>
          </w:tcPr>
          <w:p w14:paraId="7F62A3A6" w14:textId="77777777" w:rsidR="001B1596" w:rsidRPr="00BA6626" w:rsidRDefault="001B1596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14:paraId="062D1902" w14:textId="05B4B9C4" w:rsidR="001B1596" w:rsidRPr="00BA6626" w:rsidRDefault="004C6AD0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 xml:space="preserve">Obserwacja </w:t>
            </w:r>
            <w:r w:rsidR="008B2182">
              <w:rPr>
                <w:rFonts w:ascii="Times New Roman" w:hAnsi="Times New Roman"/>
                <w:sz w:val="24"/>
                <w:szCs w:val="24"/>
              </w:rPr>
              <w:t>w tr</w:t>
            </w:r>
            <w:r w:rsidR="008B2182" w:rsidRPr="00BA6626">
              <w:rPr>
                <w:rFonts w:ascii="Times New Roman" w:hAnsi="Times New Roman"/>
                <w:sz w:val="24"/>
                <w:szCs w:val="24"/>
              </w:rPr>
              <w:t>akcie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2CB3">
              <w:rPr>
                <w:rFonts w:ascii="Times New Roman" w:hAnsi="Times New Roman"/>
                <w:sz w:val="24"/>
                <w:szCs w:val="24"/>
              </w:rPr>
              <w:t>ć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wiczeń</w:t>
            </w:r>
          </w:p>
        </w:tc>
        <w:tc>
          <w:tcPr>
            <w:tcW w:w="2233" w:type="dxa"/>
          </w:tcPr>
          <w:p w14:paraId="0B252564" w14:textId="77777777" w:rsidR="001B1596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9B17D1" w:rsidRPr="00BA6626" w14:paraId="1DE339F0" w14:textId="77777777" w:rsidTr="00BA6626">
        <w:tc>
          <w:tcPr>
            <w:tcW w:w="1701" w:type="dxa"/>
          </w:tcPr>
          <w:p w14:paraId="57CEEF16" w14:textId="77777777" w:rsidR="009B17D1" w:rsidRPr="00BA6626" w:rsidRDefault="009B17D1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</w:t>
            </w:r>
            <w:r w:rsidR="00BA6626">
              <w:rPr>
                <w:rFonts w:ascii="Times New Roman" w:hAnsi="Times New Roman"/>
                <w:sz w:val="24"/>
                <w:szCs w:val="24"/>
              </w:rPr>
              <w:t>0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14:paraId="38B6F16A" w14:textId="77777777" w:rsidR="009B17D1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</w:tcPr>
          <w:p w14:paraId="5D5841DA" w14:textId="77777777" w:rsidR="009B17D1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9B17D1" w:rsidRPr="00BA6626" w14:paraId="498115D4" w14:textId="77777777" w:rsidTr="00BA6626">
        <w:tc>
          <w:tcPr>
            <w:tcW w:w="1701" w:type="dxa"/>
          </w:tcPr>
          <w:p w14:paraId="31327BB0" w14:textId="77777777" w:rsidR="009B17D1" w:rsidRPr="00BA6626" w:rsidRDefault="009B17D1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EK_10</w:t>
            </w:r>
          </w:p>
        </w:tc>
        <w:tc>
          <w:tcPr>
            <w:tcW w:w="5670" w:type="dxa"/>
          </w:tcPr>
          <w:p w14:paraId="78BFDE0F" w14:textId="31A2460C" w:rsidR="009B17D1" w:rsidRPr="00BA6626" w:rsidRDefault="006E2C92" w:rsidP="006F2B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softHyphen/>
              <w:t xml:space="preserve"> - test</w:t>
            </w:r>
            <w:r w:rsidR="006F2B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6F2B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2B8F" w:rsidRPr="002C4B31">
              <w:rPr>
                <w:rFonts w:ascii="Times New Roman" w:hAnsi="Times New Roman"/>
                <w:sz w:val="24"/>
                <w:szCs w:val="24"/>
              </w:rPr>
              <w:t>Praktyczne wykorzystanie standardów APA</w:t>
            </w:r>
          </w:p>
        </w:tc>
        <w:tc>
          <w:tcPr>
            <w:tcW w:w="2233" w:type="dxa"/>
          </w:tcPr>
          <w:p w14:paraId="73B6DE75" w14:textId="77777777" w:rsidR="009B17D1" w:rsidRPr="00BA6626" w:rsidRDefault="006E2C92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9B17D1" w:rsidRPr="00BA6626" w14:paraId="307104E8" w14:textId="77777777" w:rsidTr="00BA6626">
        <w:tc>
          <w:tcPr>
            <w:tcW w:w="1701" w:type="dxa"/>
          </w:tcPr>
          <w:p w14:paraId="782F526F" w14:textId="77777777" w:rsidR="009B17D1" w:rsidRPr="00BA6626" w:rsidRDefault="009B17D1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EK_11</w:t>
            </w:r>
          </w:p>
        </w:tc>
        <w:tc>
          <w:tcPr>
            <w:tcW w:w="5670" w:type="dxa"/>
          </w:tcPr>
          <w:p w14:paraId="4A7A6628" w14:textId="01474942" w:rsidR="009B17D1" w:rsidRPr="00BA6626" w:rsidRDefault="009B17D1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 xml:space="preserve">Obserwacja </w:t>
            </w:r>
            <w:r w:rsidR="00B62CB3">
              <w:rPr>
                <w:rFonts w:ascii="Times New Roman" w:hAnsi="Times New Roman"/>
                <w:sz w:val="24"/>
                <w:szCs w:val="24"/>
              </w:rPr>
              <w:t>w</w:t>
            </w:r>
            <w:r w:rsidR="008B2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2CB3">
              <w:rPr>
                <w:rFonts w:ascii="Times New Roman" w:hAnsi="Times New Roman"/>
                <w:sz w:val="24"/>
                <w:szCs w:val="24"/>
              </w:rPr>
              <w:t>t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 xml:space="preserve">rakcie </w:t>
            </w:r>
            <w:r w:rsidR="00B62CB3">
              <w:rPr>
                <w:rFonts w:ascii="Times New Roman" w:hAnsi="Times New Roman"/>
                <w:sz w:val="24"/>
                <w:szCs w:val="24"/>
              </w:rPr>
              <w:t>ć</w:t>
            </w:r>
            <w:r w:rsidRPr="00BA6626">
              <w:rPr>
                <w:rFonts w:ascii="Times New Roman" w:hAnsi="Times New Roman"/>
                <w:sz w:val="24"/>
                <w:szCs w:val="24"/>
              </w:rPr>
              <w:t>wiczeń</w:t>
            </w:r>
          </w:p>
        </w:tc>
        <w:tc>
          <w:tcPr>
            <w:tcW w:w="2233" w:type="dxa"/>
          </w:tcPr>
          <w:p w14:paraId="54ADF3DB" w14:textId="77777777" w:rsidR="009B17D1" w:rsidRPr="00BA6626" w:rsidRDefault="00B62CB3" w:rsidP="00F34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6626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7AD604C8" w14:textId="77777777" w:rsidR="00564E2E" w:rsidRPr="002A4FE4" w:rsidRDefault="00564E2E" w:rsidP="00F34AA7">
      <w:pPr>
        <w:pStyle w:val="Punktygwne"/>
        <w:spacing w:before="0" w:after="0"/>
        <w:ind w:left="426"/>
        <w:rPr>
          <w:smallCaps w:val="0"/>
          <w:szCs w:val="24"/>
        </w:rPr>
      </w:pPr>
    </w:p>
    <w:p w14:paraId="7F8257F3" w14:textId="77777777" w:rsidR="0085747A" w:rsidRPr="002A4FE4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4.2 </w:t>
      </w:r>
      <w:r w:rsidR="0085747A" w:rsidRPr="002A4FE4">
        <w:rPr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2A4FE4" w14:paraId="005D2897" w14:textId="77777777" w:rsidTr="00FF63C4">
        <w:trPr>
          <w:trHeight w:val="2152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09AD" w14:textId="77777777" w:rsidR="008D1B82" w:rsidRDefault="008D1B82" w:rsidP="00FF63C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Warunki zaliczenia wykładu: </w:t>
            </w:r>
          </w:p>
          <w:p w14:paraId="13010A31" w14:textId="77777777" w:rsidR="00FF63C4" w:rsidRPr="002A4FE4" w:rsidRDefault="00E96EBB" w:rsidP="00FF63C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1. </w:t>
            </w:r>
            <w:r w:rsidR="004C6AD0" w:rsidRPr="002A4FE4">
              <w:rPr>
                <w:b w:val="0"/>
                <w:smallCaps w:val="0"/>
                <w:szCs w:val="24"/>
              </w:rPr>
              <w:t>P</w:t>
            </w:r>
            <w:r w:rsidRPr="002A4FE4">
              <w:rPr>
                <w:b w:val="0"/>
                <w:smallCaps w:val="0"/>
                <w:szCs w:val="24"/>
              </w:rPr>
              <w:t>ozytywna ocena z egzaminu pisemnego</w:t>
            </w:r>
            <w:r w:rsidR="004C6AD0" w:rsidRPr="002A4FE4">
              <w:rPr>
                <w:b w:val="0"/>
                <w:smallCaps w:val="0"/>
                <w:szCs w:val="24"/>
              </w:rPr>
              <w:t xml:space="preserve"> – test.</w:t>
            </w:r>
            <w:r w:rsidR="00756953" w:rsidRPr="002A4FE4">
              <w:rPr>
                <w:b w:val="0"/>
                <w:smallCaps w:val="0"/>
                <w:szCs w:val="24"/>
              </w:rPr>
              <w:t xml:space="preserve"> Egzamin obejmuje treści wykładu, ćwiczeń oraz zadanych lektur. Warunkiem przystąpienia do egzaminu jest zaliczenie ćwiczeń.</w:t>
            </w:r>
          </w:p>
          <w:p w14:paraId="29F0B333" w14:textId="77777777" w:rsidR="00E96EBB" w:rsidRPr="002A4FE4" w:rsidRDefault="00FF63C4" w:rsidP="004C6AD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12176440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Ocena końcowa z egzaminu (min 0, max 20). </w:t>
            </w:r>
          </w:p>
          <w:p w14:paraId="266DB1FC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Skala ocen: </w:t>
            </w:r>
          </w:p>
          <w:p w14:paraId="5951D601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0-5    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ndst</w:t>
            </w:r>
            <w:proofErr w:type="spellEnd"/>
          </w:p>
          <w:p w14:paraId="338BCCD0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dst</w:t>
            </w:r>
            <w:proofErr w:type="spellEnd"/>
          </w:p>
          <w:p w14:paraId="153D2959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10-13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dst</w:t>
            </w:r>
            <w:proofErr w:type="spellEnd"/>
            <w:r w:rsidRPr="002A4FE4">
              <w:rPr>
                <w:b w:val="0"/>
                <w:smallCaps w:val="0"/>
                <w:szCs w:val="24"/>
              </w:rPr>
              <w:t xml:space="preserve"> plus</w:t>
            </w:r>
          </w:p>
          <w:p w14:paraId="6667F061" w14:textId="26D20D2B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14 – 16 </w:t>
            </w:r>
            <w:r w:rsidR="008B218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db</w:t>
            </w:r>
            <w:proofErr w:type="spellEnd"/>
          </w:p>
          <w:p w14:paraId="3C7DAA28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17-18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db</w:t>
            </w:r>
            <w:proofErr w:type="spellEnd"/>
            <w:r w:rsidRPr="002A4FE4">
              <w:rPr>
                <w:b w:val="0"/>
                <w:smallCaps w:val="0"/>
                <w:szCs w:val="24"/>
              </w:rPr>
              <w:t xml:space="preserve"> plus</w:t>
            </w:r>
          </w:p>
          <w:p w14:paraId="3BF5901B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19-20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bdb</w:t>
            </w:r>
            <w:proofErr w:type="spellEnd"/>
          </w:p>
          <w:p w14:paraId="56A631E6" w14:textId="77777777" w:rsidR="008D1B82" w:rsidRDefault="008D1B82" w:rsidP="008D1B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0D53971" w14:textId="77777777" w:rsidR="00FF63C4" w:rsidRPr="002A4FE4" w:rsidRDefault="008D1B82" w:rsidP="008D1B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 zaliczenia ćwiczeń</w:t>
            </w:r>
          </w:p>
          <w:p w14:paraId="4F098BAD" w14:textId="0D5260EA" w:rsidR="004066D7" w:rsidRDefault="00FF63C4" w:rsidP="0098023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 </w:t>
            </w:r>
            <w:r w:rsidR="004C6AD0" w:rsidRPr="002A4FE4">
              <w:rPr>
                <w:b w:val="0"/>
                <w:smallCaps w:val="0"/>
                <w:szCs w:val="24"/>
              </w:rPr>
              <w:t>P</w:t>
            </w:r>
            <w:r w:rsidR="00E96EBB" w:rsidRPr="002A4FE4">
              <w:rPr>
                <w:b w:val="0"/>
                <w:smallCaps w:val="0"/>
                <w:szCs w:val="24"/>
              </w:rPr>
              <w:t>ozytywna ocena z kolokwium</w:t>
            </w:r>
            <w:r w:rsidR="00756953" w:rsidRPr="002A4FE4">
              <w:rPr>
                <w:b w:val="0"/>
                <w:smallCaps w:val="0"/>
                <w:szCs w:val="24"/>
              </w:rPr>
              <w:t xml:space="preserve"> </w:t>
            </w:r>
          </w:p>
          <w:p w14:paraId="3C404DB4" w14:textId="77777777" w:rsidR="00E96EBB" w:rsidRPr="002A4FE4" w:rsidRDefault="00FF63C4" w:rsidP="0098023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2</w:t>
            </w:r>
            <w:r w:rsidR="00E96EBB" w:rsidRPr="002A4FE4">
              <w:rPr>
                <w:b w:val="0"/>
                <w:smallCaps w:val="0"/>
                <w:szCs w:val="24"/>
              </w:rPr>
              <w:t xml:space="preserve">. </w:t>
            </w:r>
            <w:r w:rsidR="004C6AD0" w:rsidRPr="002A4FE4">
              <w:rPr>
                <w:b w:val="0"/>
                <w:smallCaps w:val="0"/>
                <w:szCs w:val="24"/>
              </w:rPr>
              <w:t>O</w:t>
            </w:r>
            <w:r w:rsidR="00E96EBB" w:rsidRPr="002A4FE4">
              <w:rPr>
                <w:b w:val="0"/>
                <w:smallCaps w:val="0"/>
                <w:szCs w:val="24"/>
              </w:rPr>
              <w:t>becność na ćwiczeniach</w:t>
            </w:r>
            <w:r w:rsidRPr="002A4FE4">
              <w:rPr>
                <w:b w:val="0"/>
                <w:smallCaps w:val="0"/>
                <w:szCs w:val="24"/>
              </w:rPr>
              <w:t xml:space="preserve"> (dopuszczalna jedna nieobecność nieusprawiedliwiona).</w:t>
            </w:r>
          </w:p>
          <w:p w14:paraId="09F1D4C6" w14:textId="77777777" w:rsidR="00E96EBB" w:rsidRDefault="00FF63C4" w:rsidP="0098023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3</w:t>
            </w:r>
            <w:r w:rsidR="00E01E1B" w:rsidRPr="002A4FE4">
              <w:rPr>
                <w:b w:val="0"/>
                <w:smallCaps w:val="0"/>
                <w:szCs w:val="24"/>
              </w:rPr>
              <w:t>.</w:t>
            </w:r>
            <w:r w:rsidR="004C6AD0" w:rsidRPr="002A4FE4">
              <w:rPr>
                <w:b w:val="0"/>
                <w:smallCaps w:val="0"/>
                <w:szCs w:val="24"/>
              </w:rPr>
              <w:t xml:space="preserve"> A</w:t>
            </w:r>
            <w:r w:rsidR="00E96EBB" w:rsidRPr="002A4FE4">
              <w:rPr>
                <w:b w:val="0"/>
                <w:smallCaps w:val="0"/>
                <w:szCs w:val="24"/>
              </w:rPr>
              <w:t>ktywność na ćwiczeniach</w:t>
            </w:r>
            <w:r w:rsidR="0038715B" w:rsidRPr="002A4FE4">
              <w:rPr>
                <w:b w:val="0"/>
                <w:smallCaps w:val="0"/>
                <w:szCs w:val="24"/>
              </w:rPr>
              <w:t>.</w:t>
            </w:r>
          </w:p>
          <w:p w14:paraId="78500407" w14:textId="77777777" w:rsidR="00975F23" w:rsidRPr="002A4FE4" w:rsidRDefault="00975F23" w:rsidP="0098023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D7C765D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Ocena końcowa z kolokwium</w:t>
            </w:r>
          </w:p>
          <w:p w14:paraId="4AD59DBC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Skala ocen: </w:t>
            </w:r>
          </w:p>
          <w:p w14:paraId="001107DF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0-5    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ndst</w:t>
            </w:r>
            <w:proofErr w:type="spellEnd"/>
          </w:p>
          <w:p w14:paraId="2867AFEF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dst</w:t>
            </w:r>
            <w:proofErr w:type="spellEnd"/>
          </w:p>
          <w:p w14:paraId="2CD526F6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10-13 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dst</w:t>
            </w:r>
            <w:proofErr w:type="spellEnd"/>
            <w:r w:rsidRPr="002A4FE4">
              <w:rPr>
                <w:b w:val="0"/>
                <w:smallCaps w:val="0"/>
                <w:szCs w:val="24"/>
              </w:rPr>
              <w:t xml:space="preserve"> plus</w:t>
            </w:r>
          </w:p>
          <w:p w14:paraId="08448942" w14:textId="634FFA32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  <w:lang w:val="en-US"/>
              </w:rPr>
            </w:pPr>
            <w:r w:rsidRPr="002A4FE4">
              <w:rPr>
                <w:b w:val="0"/>
                <w:smallCaps w:val="0"/>
                <w:szCs w:val="24"/>
                <w:lang w:val="en-US"/>
              </w:rPr>
              <w:t xml:space="preserve">14 – 16 </w:t>
            </w:r>
            <w:r w:rsidR="008B2182">
              <w:rPr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2A4FE4">
              <w:rPr>
                <w:b w:val="0"/>
                <w:smallCaps w:val="0"/>
                <w:szCs w:val="24"/>
                <w:lang w:val="en-US"/>
              </w:rPr>
              <w:t>db</w:t>
            </w:r>
            <w:proofErr w:type="spellEnd"/>
          </w:p>
          <w:p w14:paraId="48524CF1" w14:textId="77777777" w:rsidR="00FF63C4" w:rsidRPr="002A4FE4" w:rsidRDefault="00FF63C4" w:rsidP="00B62CB3">
            <w:pPr>
              <w:pStyle w:val="Punktygwne"/>
              <w:spacing w:before="0" w:after="0"/>
              <w:rPr>
                <w:b w:val="0"/>
                <w:smallCaps w:val="0"/>
                <w:szCs w:val="24"/>
                <w:lang w:val="en-US"/>
              </w:rPr>
            </w:pPr>
            <w:r w:rsidRPr="002A4FE4">
              <w:rPr>
                <w:b w:val="0"/>
                <w:smallCaps w:val="0"/>
                <w:szCs w:val="24"/>
                <w:lang w:val="en-US"/>
              </w:rPr>
              <w:t xml:space="preserve">17-18    </w:t>
            </w:r>
            <w:proofErr w:type="spellStart"/>
            <w:r w:rsidRPr="002A4FE4">
              <w:rPr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2A4FE4">
              <w:rPr>
                <w:b w:val="0"/>
                <w:smallCaps w:val="0"/>
                <w:szCs w:val="24"/>
                <w:lang w:val="en-US"/>
              </w:rPr>
              <w:t xml:space="preserve"> plus</w:t>
            </w:r>
          </w:p>
          <w:p w14:paraId="185E9A96" w14:textId="77777777" w:rsidR="00E96EBB" w:rsidRPr="002A4FE4" w:rsidRDefault="00FF63C4" w:rsidP="0098023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19-20    </w:t>
            </w:r>
            <w:proofErr w:type="spellStart"/>
            <w:r w:rsidRPr="002A4FE4">
              <w:rPr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10EACFE5" w14:textId="77777777" w:rsidR="0085747A" w:rsidRPr="002A4FE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B365006" w14:textId="77777777" w:rsidR="009F4610" w:rsidRPr="002A4FE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A4FE4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2A4FE4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9C31F3" w:rsidRPr="002A4FE4" w14:paraId="68CB4457" w14:textId="77777777" w:rsidTr="00C8698B">
        <w:tc>
          <w:tcPr>
            <w:tcW w:w="5103" w:type="dxa"/>
          </w:tcPr>
          <w:p w14:paraId="0DA8B122" w14:textId="77777777" w:rsidR="009C31F3" w:rsidRPr="002A4FE4" w:rsidRDefault="009C31F3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>Aktywność</w:t>
            </w:r>
          </w:p>
        </w:tc>
        <w:tc>
          <w:tcPr>
            <w:tcW w:w="4395" w:type="dxa"/>
          </w:tcPr>
          <w:p w14:paraId="1BA01ED3" w14:textId="77777777" w:rsidR="009C31F3" w:rsidRPr="002A4FE4" w:rsidRDefault="009C31F3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>Liczba godzin/ nakład pracy studenta</w:t>
            </w:r>
          </w:p>
        </w:tc>
      </w:tr>
      <w:tr w:rsidR="009C31F3" w:rsidRPr="002A4FE4" w14:paraId="0EC92D4D" w14:textId="77777777" w:rsidTr="00C8698B">
        <w:tc>
          <w:tcPr>
            <w:tcW w:w="5103" w:type="dxa"/>
          </w:tcPr>
          <w:p w14:paraId="5909A694" w14:textId="77777777" w:rsidR="009C31F3" w:rsidRPr="002A4FE4" w:rsidRDefault="009C31F3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>godziny zajęć wg planu z nauczycielem</w:t>
            </w:r>
          </w:p>
        </w:tc>
        <w:tc>
          <w:tcPr>
            <w:tcW w:w="4395" w:type="dxa"/>
          </w:tcPr>
          <w:p w14:paraId="624867F6" w14:textId="77777777" w:rsidR="009C31F3" w:rsidRPr="002A4FE4" w:rsidRDefault="007F10A8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D6A32" w:rsidRPr="002A4FE4" w14:paraId="1E8E4F60" w14:textId="77777777" w:rsidTr="00C8698B">
        <w:tc>
          <w:tcPr>
            <w:tcW w:w="5103" w:type="dxa"/>
          </w:tcPr>
          <w:p w14:paraId="56DB89C9" w14:textId="77777777" w:rsidR="007D6A32" w:rsidRPr="007D6A32" w:rsidRDefault="007D6A32" w:rsidP="007D6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3F41C14E" w14:textId="77777777" w:rsidR="007D6A32" w:rsidRPr="007D6A32" w:rsidRDefault="007D6A32" w:rsidP="007D6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58A1ACA5" w14:textId="77777777" w:rsidR="007D6A32" w:rsidRPr="002A4FE4" w:rsidRDefault="007D6A32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4395" w:type="dxa"/>
          </w:tcPr>
          <w:p w14:paraId="4D691194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D43A39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2CA8648" w14:textId="77777777" w:rsidR="007D6A32" w:rsidRPr="002A4FE4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D6A32" w:rsidRPr="002A4FE4" w14:paraId="144F8E5E" w14:textId="77777777" w:rsidTr="00C8698B">
        <w:tc>
          <w:tcPr>
            <w:tcW w:w="5103" w:type="dxa"/>
          </w:tcPr>
          <w:p w14:paraId="5487D9D6" w14:textId="77777777" w:rsidR="007D6A32" w:rsidRPr="007D6A32" w:rsidRDefault="007D6A32" w:rsidP="007D6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7ABCB6EA" w14:textId="77777777" w:rsidR="007D6A32" w:rsidRDefault="007D6A32" w:rsidP="007D6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 xml:space="preserve">- przygotowanie </w:t>
            </w:r>
            <w:r>
              <w:rPr>
                <w:rFonts w:ascii="Times New Roman" w:hAnsi="Times New Roman"/>
                <w:sz w:val="24"/>
                <w:szCs w:val="24"/>
              </w:rPr>
              <w:t>do kolokwium</w:t>
            </w:r>
          </w:p>
          <w:p w14:paraId="34C2167C" w14:textId="77777777" w:rsidR="007D6A32" w:rsidRPr="007D6A32" w:rsidRDefault="007D6A32" w:rsidP="007D6A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przygotowanie </w:t>
            </w:r>
            <w:r w:rsidRPr="007D6A32">
              <w:rPr>
                <w:rFonts w:ascii="Times New Roman" w:hAnsi="Times New Roman"/>
                <w:sz w:val="24"/>
                <w:szCs w:val="24"/>
              </w:rPr>
              <w:t>do egzaminu</w:t>
            </w:r>
          </w:p>
          <w:p w14:paraId="14E5670B" w14:textId="77777777" w:rsidR="007D6A32" w:rsidRPr="002A4FE4" w:rsidRDefault="007D6A32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D6A32">
              <w:rPr>
                <w:rFonts w:ascii="Times New Roman" w:hAnsi="Times New Roman"/>
                <w:sz w:val="24"/>
                <w:szCs w:val="24"/>
              </w:rPr>
              <w:t>- studiowanie literatury (przeczytanie obowiązkowych lektur)</w:t>
            </w:r>
          </w:p>
        </w:tc>
        <w:tc>
          <w:tcPr>
            <w:tcW w:w="4395" w:type="dxa"/>
          </w:tcPr>
          <w:p w14:paraId="3FAEDC39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435EA2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924437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  <w:p w14:paraId="4F4FEA3D" w14:textId="77777777" w:rsidR="007D6A32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14:paraId="47DA1474" w14:textId="77777777" w:rsidR="007D6A32" w:rsidRPr="002A4FE4" w:rsidRDefault="007D6A32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C31F3" w:rsidRPr="002A4FE4" w14:paraId="10D3FA70" w14:textId="77777777" w:rsidTr="00C8698B">
        <w:tc>
          <w:tcPr>
            <w:tcW w:w="5103" w:type="dxa"/>
          </w:tcPr>
          <w:p w14:paraId="4B157906" w14:textId="77777777" w:rsidR="009C31F3" w:rsidRPr="002A4FE4" w:rsidRDefault="009C31F3" w:rsidP="007D6A3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5" w:type="dxa"/>
          </w:tcPr>
          <w:p w14:paraId="11D0C2F5" w14:textId="77777777" w:rsidR="009C31F3" w:rsidRPr="002A4FE4" w:rsidRDefault="00436227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FE4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9C31F3" w:rsidRPr="002A4FE4" w14:paraId="1089956B" w14:textId="77777777" w:rsidTr="00C8698B">
        <w:tc>
          <w:tcPr>
            <w:tcW w:w="5103" w:type="dxa"/>
          </w:tcPr>
          <w:p w14:paraId="2F3B4E77" w14:textId="77777777" w:rsidR="009C31F3" w:rsidRPr="002A4FE4" w:rsidRDefault="009C31F3" w:rsidP="007D6A3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FE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5" w:type="dxa"/>
          </w:tcPr>
          <w:p w14:paraId="113DF26A" w14:textId="77777777" w:rsidR="009C31F3" w:rsidRPr="006E2C92" w:rsidRDefault="00436227" w:rsidP="00C869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C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0935D33C" w14:textId="77777777" w:rsidR="0085747A" w:rsidRPr="00B62CB3" w:rsidRDefault="00923D7D" w:rsidP="009604EF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B62CB3">
        <w:rPr>
          <w:b w:val="0"/>
          <w:i/>
          <w:smallCaps w:val="0"/>
          <w:sz w:val="22"/>
        </w:rPr>
        <w:t xml:space="preserve">* </w:t>
      </w:r>
      <w:r w:rsidR="00C61DC5" w:rsidRPr="00B62CB3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70F56276" w14:textId="77777777" w:rsidR="00F34AA7" w:rsidRDefault="00F34AA7" w:rsidP="009C54AE">
      <w:pPr>
        <w:pStyle w:val="Punktygwne"/>
        <w:spacing w:before="0" w:after="0"/>
        <w:rPr>
          <w:smallCaps w:val="0"/>
          <w:szCs w:val="24"/>
        </w:rPr>
      </w:pPr>
    </w:p>
    <w:p w14:paraId="10CF3584" w14:textId="77777777" w:rsidR="0085747A" w:rsidRPr="002A4FE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6. </w:t>
      </w:r>
      <w:r w:rsidR="0085747A" w:rsidRPr="002A4FE4">
        <w:rPr>
          <w:smallCaps w:val="0"/>
          <w:szCs w:val="24"/>
        </w:rPr>
        <w:t>PRAKTYKI ZAWO</w:t>
      </w:r>
      <w:r w:rsidR="009C1331" w:rsidRPr="002A4FE4">
        <w:rPr>
          <w:smallCaps w:val="0"/>
          <w:szCs w:val="24"/>
        </w:rPr>
        <w:t>DOWE W RAMACH PRZEDMIOTU</w:t>
      </w:r>
    </w:p>
    <w:p w14:paraId="7844CB1D" w14:textId="77777777" w:rsidR="0085747A" w:rsidRPr="002A4FE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2A4FE4" w14:paraId="5FD8013C" w14:textId="77777777" w:rsidTr="00B62CB3">
        <w:trPr>
          <w:trHeight w:val="397"/>
        </w:trPr>
        <w:tc>
          <w:tcPr>
            <w:tcW w:w="4111" w:type="dxa"/>
          </w:tcPr>
          <w:p w14:paraId="0231004A" w14:textId="77777777" w:rsidR="0085747A" w:rsidRPr="002A4FE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2CE4C7F6" w14:textId="77777777" w:rsidR="0085747A" w:rsidRPr="002A4FE4" w:rsidRDefault="006E2C9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A4FE4" w14:paraId="585E9882" w14:textId="77777777" w:rsidTr="00B62CB3">
        <w:trPr>
          <w:trHeight w:val="397"/>
        </w:trPr>
        <w:tc>
          <w:tcPr>
            <w:tcW w:w="4111" w:type="dxa"/>
          </w:tcPr>
          <w:p w14:paraId="7CB4359B" w14:textId="77777777" w:rsidR="0085747A" w:rsidRPr="002A4FE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A4FE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28798135" w14:textId="77777777" w:rsidR="0085747A" w:rsidRPr="002A4FE4" w:rsidRDefault="006E2C9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00D8D4A" w14:textId="77777777" w:rsidR="003E1941" w:rsidRPr="002A4FE4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2F23675" w14:textId="77777777" w:rsidR="0085747A" w:rsidRPr="002A4FE4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2A4FE4">
        <w:rPr>
          <w:smallCaps w:val="0"/>
          <w:szCs w:val="24"/>
        </w:rPr>
        <w:t xml:space="preserve">7. </w:t>
      </w:r>
      <w:r w:rsidR="0085747A" w:rsidRPr="002A4FE4">
        <w:rPr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C5038" w:rsidRPr="00B62CB3" w14:paraId="382C4EA8" w14:textId="77777777" w:rsidTr="00B62CB3">
        <w:tc>
          <w:tcPr>
            <w:tcW w:w="9498" w:type="dxa"/>
          </w:tcPr>
          <w:p w14:paraId="012019E6" w14:textId="77777777" w:rsidR="002C5038" w:rsidRPr="00BA0E45" w:rsidRDefault="002C5038" w:rsidP="00F34AA7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BA0E45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478E358A" w14:textId="77777777" w:rsidR="008853CB" w:rsidRPr="00B62CB3" w:rsidRDefault="008853CB" w:rsidP="00F34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2CB3">
              <w:rPr>
                <w:rFonts w:ascii="Times New Roman" w:hAnsi="Times New Roman"/>
                <w:sz w:val="24"/>
                <w:szCs w:val="24"/>
              </w:rPr>
              <w:t>Kozielecki</w:t>
            </w:r>
            <w:r w:rsidR="00B62CB3">
              <w:rPr>
                <w:rFonts w:ascii="Times New Roman" w:hAnsi="Times New Roman"/>
                <w:sz w:val="24"/>
                <w:szCs w:val="24"/>
              </w:rPr>
              <w:t>,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J.</w:t>
            </w:r>
            <w:r w:rsidR="00B62CB3" w:rsidRPr="00B62CB3">
              <w:rPr>
                <w:rFonts w:ascii="Times New Roman" w:hAnsi="Times New Roman"/>
                <w:sz w:val="24"/>
                <w:szCs w:val="24"/>
              </w:rPr>
              <w:t>(1995)</w:t>
            </w:r>
            <w:r w:rsidR="00B62CB3">
              <w:rPr>
                <w:rFonts w:ascii="Times New Roman" w:hAnsi="Times New Roman"/>
                <w:sz w:val="24"/>
                <w:szCs w:val="24"/>
              </w:rPr>
              <w:t>.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Koncepcje psychologiczne człowieka</w:t>
            </w:r>
            <w:r w:rsidR="00B62CB3">
              <w:rPr>
                <w:rFonts w:ascii="Times New Roman" w:hAnsi="Times New Roman"/>
                <w:sz w:val="24"/>
                <w:szCs w:val="24"/>
              </w:rPr>
              <w:t xml:space="preserve">. Warszawa: 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Żak </w:t>
            </w:r>
            <w:r w:rsidR="00B62CB3">
              <w:rPr>
                <w:rFonts w:ascii="Times New Roman" w:hAnsi="Times New Roman"/>
                <w:sz w:val="24"/>
                <w:szCs w:val="24"/>
              </w:rPr>
              <w:t>(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lub inne wydania</w:t>
            </w:r>
            <w:r w:rsidR="00B62CB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5A8D6B0" w14:textId="77777777" w:rsidR="003001A8" w:rsidRPr="00B62CB3" w:rsidRDefault="003001A8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2CB3">
              <w:rPr>
                <w:rFonts w:ascii="Times New Roman" w:hAnsi="Times New Roman"/>
                <w:sz w:val="24"/>
                <w:szCs w:val="24"/>
                <w:lang w:val="en-US"/>
              </w:rPr>
              <w:t>Zimbardo</w:t>
            </w:r>
            <w:r w:rsidR="00B62CB3" w:rsidRPr="00B62CB3">
              <w:rPr>
                <w:rFonts w:ascii="Times New Roman" w:hAnsi="Times New Roman"/>
                <w:sz w:val="24"/>
                <w:szCs w:val="24"/>
                <w:lang w:val="en-US"/>
              </w:rPr>
              <w:t>, P</w:t>
            </w:r>
            <w:r w:rsidR="00B62CB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62CB3" w:rsidRP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G.</w:t>
            </w:r>
            <w:r w:rsid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62CB3" w:rsidRPr="00B62CB3">
              <w:rPr>
                <w:rFonts w:ascii="Times New Roman" w:hAnsi="Times New Roman"/>
                <w:sz w:val="24"/>
                <w:szCs w:val="24"/>
                <w:lang w:val="en-US"/>
              </w:rPr>
              <w:t>Johnson, R</w:t>
            </w:r>
            <w:r w:rsidR="00B62CB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62CB3" w:rsidRP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</w:t>
            </w:r>
            <w:r w:rsidR="00B62CB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B62CB3" w:rsidRP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McCann, V</w:t>
            </w:r>
            <w:r w:rsid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B62C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(2017).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Psychologia</w:t>
            </w:r>
            <w:r w:rsidR="00B62CB3" w:rsidRPr="009604EF">
              <w:rPr>
                <w:rFonts w:ascii="Times New Roman" w:hAnsi="Times New Roman"/>
                <w:i/>
                <w:sz w:val="24"/>
                <w:szCs w:val="24"/>
              </w:rPr>
              <w:t>: k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luczowe koncepcje. Struktura i funkcje świadomośc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i.</w:t>
            </w:r>
            <w:r w:rsidR="00472BCE" w:rsidRPr="00B62CB3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</w:p>
          <w:p w14:paraId="2940DDEE" w14:textId="77777777" w:rsidR="003001A8" w:rsidRPr="00B62CB3" w:rsidRDefault="00B62CB3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3935">
              <w:rPr>
                <w:rFonts w:ascii="Times New Roman" w:hAnsi="Times New Roman"/>
                <w:sz w:val="24"/>
                <w:szCs w:val="24"/>
              </w:rPr>
              <w:t xml:space="preserve">Zimbardo, P. G., Johnson, R. L. </w:t>
            </w:r>
            <w:proofErr w:type="spellStart"/>
            <w:r w:rsidRPr="00D73935">
              <w:rPr>
                <w:rFonts w:ascii="Times New Roman" w:hAnsi="Times New Roman"/>
                <w:sz w:val="24"/>
                <w:szCs w:val="24"/>
              </w:rPr>
              <w:t>McCann</w:t>
            </w:r>
            <w:proofErr w:type="spellEnd"/>
            <w:r w:rsidRPr="00D73935">
              <w:rPr>
                <w:rFonts w:ascii="Times New Roman" w:hAnsi="Times New Roman"/>
                <w:sz w:val="24"/>
                <w:szCs w:val="24"/>
              </w:rPr>
              <w:t xml:space="preserve">, V. (2017).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Psychologia: kluczowe koncepcje. </w:t>
            </w:r>
            <w:r w:rsidR="003001A8"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 Motywacja i uczenie się, r. 1 (emocje, motywacja</w:t>
            </w:r>
            <w:r w:rsidR="001F37DE" w:rsidRPr="009604EF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3001A8" w:rsidRPr="009604EF">
              <w:rPr>
                <w:rFonts w:ascii="Times New Roman" w:hAnsi="Times New Roman"/>
                <w:i/>
                <w:sz w:val="24"/>
                <w:szCs w:val="24"/>
              </w:rPr>
              <w:t>, r. 3 (pamięć).</w:t>
            </w:r>
            <w:r w:rsidR="00536388" w:rsidRPr="00B62CB3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</w:p>
          <w:p w14:paraId="388EAB95" w14:textId="77777777" w:rsidR="003001A8" w:rsidRPr="00B62CB3" w:rsidRDefault="00B62CB3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3935">
              <w:rPr>
                <w:rFonts w:ascii="Times New Roman" w:hAnsi="Times New Roman"/>
                <w:sz w:val="24"/>
                <w:szCs w:val="24"/>
              </w:rPr>
              <w:t xml:space="preserve">Zimbardo, P. G., Johnson, R. L. </w:t>
            </w:r>
            <w:proofErr w:type="spellStart"/>
            <w:r w:rsidRPr="00D73935">
              <w:rPr>
                <w:rFonts w:ascii="Times New Roman" w:hAnsi="Times New Roman"/>
                <w:sz w:val="24"/>
                <w:szCs w:val="24"/>
              </w:rPr>
              <w:t>McCann</w:t>
            </w:r>
            <w:proofErr w:type="spellEnd"/>
            <w:r w:rsidRPr="00D73935">
              <w:rPr>
                <w:rFonts w:ascii="Times New Roman" w:hAnsi="Times New Roman"/>
                <w:sz w:val="24"/>
                <w:szCs w:val="24"/>
              </w:rPr>
              <w:t xml:space="preserve">, V. (2017).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Psychologia: kluczowe koncepcje. </w:t>
            </w:r>
            <w:r w:rsidR="003001A8" w:rsidRPr="009604EF">
              <w:rPr>
                <w:rFonts w:ascii="Times New Roman" w:hAnsi="Times New Roman"/>
                <w:i/>
                <w:sz w:val="24"/>
                <w:szCs w:val="24"/>
              </w:rPr>
              <w:t>Podstawy psychologii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3001A8"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 r. 3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001A8" w:rsidRPr="009604EF">
              <w:rPr>
                <w:rFonts w:ascii="Times New Roman" w:hAnsi="Times New Roman"/>
                <w:i/>
                <w:sz w:val="24"/>
                <w:szCs w:val="24"/>
              </w:rPr>
              <w:t>Rozwój przez całe życie)</w:t>
            </w:r>
            <w:r w:rsidR="00536388" w:rsidRPr="009604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36388" w:rsidRPr="00B62CB3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</w:p>
          <w:p w14:paraId="54594ED7" w14:textId="77777777" w:rsidR="001F37DE" w:rsidRPr="00B62CB3" w:rsidRDefault="00B62CB3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3935">
              <w:rPr>
                <w:rFonts w:ascii="Times New Roman" w:hAnsi="Times New Roman"/>
                <w:sz w:val="24"/>
                <w:szCs w:val="24"/>
              </w:rPr>
              <w:t xml:space="preserve">Zimbardo, P. G., Johnson, R. L. </w:t>
            </w:r>
            <w:proofErr w:type="spellStart"/>
            <w:r w:rsidRPr="00D73935">
              <w:rPr>
                <w:rFonts w:ascii="Times New Roman" w:hAnsi="Times New Roman"/>
                <w:sz w:val="24"/>
                <w:szCs w:val="24"/>
              </w:rPr>
              <w:t>McCann</w:t>
            </w:r>
            <w:proofErr w:type="spellEnd"/>
            <w:r w:rsidRPr="00D73935">
              <w:rPr>
                <w:rFonts w:ascii="Times New Roman" w:hAnsi="Times New Roman"/>
                <w:sz w:val="24"/>
                <w:szCs w:val="24"/>
              </w:rPr>
              <w:t xml:space="preserve">, V. (2017).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Psychologia: kluczowe koncepcje</w:t>
            </w:r>
            <w:r w:rsidR="001F37DE" w:rsidRPr="009604EF">
              <w:rPr>
                <w:rFonts w:ascii="Times New Roman" w:hAnsi="Times New Roman"/>
                <w:i/>
                <w:sz w:val="24"/>
                <w:szCs w:val="24"/>
              </w:rPr>
              <w:t>. Podstawy psychologii (r. 2.-2.10)</w:t>
            </w:r>
            <w:r w:rsidR="00536388" w:rsidRPr="009604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36388" w:rsidRPr="00B62CB3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</w:p>
          <w:p w14:paraId="01327489" w14:textId="77777777" w:rsidR="001F37DE" w:rsidRPr="00B62CB3" w:rsidRDefault="00B62CB3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3935">
              <w:rPr>
                <w:rFonts w:ascii="Times New Roman" w:hAnsi="Times New Roman"/>
                <w:sz w:val="24"/>
                <w:szCs w:val="24"/>
              </w:rPr>
              <w:t xml:space="preserve">Zimbardo, P. G., Johnson, R. L. </w:t>
            </w:r>
            <w:proofErr w:type="spellStart"/>
            <w:r w:rsidRPr="00D73935">
              <w:rPr>
                <w:rFonts w:ascii="Times New Roman" w:hAnsi="Times New Roman"/>
                <w:sz w:val="24"/>
                <w:szCs w:val="24"/>
              </w:rPr>
              <w:t>McCann</w:t>
            </w:r>
            <w:proofErr w:type="spellEnd"/>
            <w:r w:rsidRPr="00D73935">
              <w:rPr>
                <w:rFonts w:ascii="Times New Roman" w:hAnsi="Times New Roman"/>
                <w:sz w:val="24"/>
                <w:szCs w:val="24"/>
              </w:rPr>
              <w:t xml:space="preserve">, V. (2017).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Psychologia: kluczowe koncepcje. </w:t>
            </w:r>
            <w:r w:rsidR="001F37DE"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Psychologia </w:t>
            </w:r>
            <w:r w:rsidR="00DD7A2A" w:rsidRPr="009604EF">
              <w:rPr>
                <w:rFonts w:ascii="Times New Roman" w:hAnsi="Times New Roman"/>
                <w:i/>
                <w:sz w:val="24"/>
                <w:szCs w:val="24"/>
              </w:rPr>
              <w:t>osobowości (r. 1.1 – 1.6)</w:t>
            </w:r>
            <w:r w:rsidR="00536388" w:rsidRPr="009604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536388" w:rsidRPr="00B62CB3">
              <w:rPr>
                <w:rFonts w:ascii="Times New Roman" w:hAnsi="Times New Roman"/>
                <w:sz w:val="24"/>
                <w:szCs w:val="24"/>
              </w:rPr>
              <w:t xml:space="preserve"> Warszawa: PWN</w:t>
            </w:r>
          </w:p>
          <w:p w14:paraId="07AD6ADD" w14:textId="77777777" w:rsidR="002C5038" w:rsidRPr="00B62CB3" w:rsidRDefault="003001A8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2CB3">
              <w:rPr>
                <w:rFonts w:ascii="Times New Roman" w:hAnsi="Times New Roman"/>
                <w:sz w:val="24"/>
                <w:szCs w:val="24"/>
              </w:rPr>
              <w:t>Mietzel</w:t>
            </w:r>
            <w:proofErr w:type="spellEnd"/>
            <w:r w:rsidR="00B62CB3">
              <w:rPr>
                <w:rFonts w:ascii="Times New Roman" w:hAnsi="Times New Roman"/>
                <w:sz w:val="24"/>
                <w:szCs w:val="24"/>
              </w:rPr>
              <w:t>,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G.</w:t>
            </w:r>
            <w:r w:rsidR="00B62CB3">
              <w:rPr>
                <w:rFonts w:ascii="Times New Roman" w:hAnsi="Times New Roman"/>
                <w:sz w:val="24"/>
                <w:szCs w:val="24"/>
              </w:rPr>
              <w:t xml:space="preserve"> (2003).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Wprowadzenie do psychologii</w:t>
            </w:r>
            <w:r w:rsidR="00B62CB3">
              <w:rPr>
                <w:rFonts w:ascii="Times New Roman" w:hAnsi="Times New Roman"/>
                <w:sz w:val="24"/>
                <w:szCs w:val="24"/>
              </w:rPr>
              <w:t xml:space="preserve">. Gdańsk: 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GWP ( treści do wyboru przez prowadząc</w:t>
            </w:r>
            <w:r w:rsidR="00472BCE" w:rsidRPr="00B62CB3">
              <w:rPr>
                <w:rFonts w:ascii="Times New Roman" w:hAnsi="Times New Roman"/>
                <w:sz w:val="24"/>
                <w:szCs w:val="24"/>
              </w:rPr>
              <w:t>ą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ćwiczenia</w:t>
            </w:r>
            <w:r w:rsidR="008853CB" w:rsidRPr="00B62CB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2E95184" w14:textId="77777777" w:rsidR="00680E52" w:rsidRPr="00B62CB3" w:rsidRDefault="00087E8F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2CB3">
              <w:rPr>
                <w:rFonts w:ascii="Times New Roman" w:hAnsi="Times New Roman"/>
                <w:sz w:val="24"/>
                <w:szCs w:val="24"/>
              </w:rPr>
              <w:t>Łuk</w:t>
            </w:r>
            <w:r w:rsidR="0097170C" w:rsidRPr="00B62CB3">
              <w:rPr>
                <w:rFonts w:ascii="Times New Roman" w:hAnsi="Times New Roman"/>
                <w:sz w:val="24"/>
                <w:szCs w:val="24"/>
              </w:rPr>
              <w:t>a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szewski</w:t>
            </w:r>
            <w:r w:rsidR="00B62CB3">
              <w:rPr>
                <w:rFonts w:ascii="Times New Roman" w:hAnsi="Times New Roman"/>
                <w:sz w:val="24"/>
                <w:szCs w:val="24"/>
              </w:rPr>
              <w:t>,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W. (2003).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Wielkie pytania </w:t>
            </w:r>
            <w:r w:rsidR="00870426" w:rsidRPr="009604EF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sychologii (r.1).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Gdańsk: GWP</w:t>
            </w:r>
          </w:p>
          <w:p w14:paraId="6BE900E4" w14:textId="77777777" w:rsidR="00680E52" w:rsidRPr="00B62CB3" w:rsidRDefault="00680E52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2CB3">
              <w:rPr>
                <w:rFonts w:ascii="Times New Roman" w:hAnsi="Times New Roman"/>
                <w:sz w:val="24"/>
                <w:szCs w:val="24"/>
              </w:rPr>
              <w:t>Spielman</w:t>
            </w:r>
            <w:proofErr w:type="spellEnd"/>
            <w:r w:rsidR="00B62CB3">
              <w:rPr>
                <w:rFonts w:ascii="Times New Roman" w:hAnsi="Times New Roman"/>
                <w:sz w:val="24"/>
                <w:szCs w:val="24"/>
              </w:rPr>
              <w:t>,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R, et al. (2020).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Psychologia. Podręcznik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62CB3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6B5478">
              <w:rPr>
                <w:rFonts w:ascii="Times New Roman" w:hAnsi="Times New Roman"/>
                <w:sz w:val="24"/>
                <w:szCs w:val="24"/>
              </w:rPr>
              <w:t>:</w:t>
            </w:r>
            <w:r w:rsidR="006B5478" w:rsidRPr="00B62CB3">
              <w:rPr>
                <w:rFonts w:ascii="Times New Roman" w:hAnsi="Times New Roman"/>
                <w:sz w:val="24"/>
                <w:szCs w:val="24"/>
              </w:rPr>
              <w:t>OpenStax</w:t>
            </w:r>
            <w:proofErr w:type="spellEnd"/>
            <w:r w:rsidR="006B5478" w:rsidRPr="00B62CB3">
              <w:rPr>
                <w:rFonts w:ascii="Times New Roman" w:hAnsi="Times New Roman"/>
                <w:sz w:val="24"/>
                <w:szCs w:val="24"/>
              </w:rPr>
              <w:t xml:space="preserve"> Polska. 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(CC BY 4.0) pdf</w:t>
            </w:r>
          </w:p>
          <w:p w14:paraId="64D41B68" w14:textId="77777777" w:rsidR="003001A8" w:rsidRPr="00B62CB3" w:rsidRDefault="0057462D" w:rsidP="00BA0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2CB3">
              <w:rPr>
                <w:rFonts w:ascii="Times New Roman" w:hAnsi="Times New Roman"/>
                <w:sz w:val="24"/>
                <w:szCs w:val="24"/>
              </w:rPr>
              <w:t xml:space="preserve">Łukasik, A. (2020). Bojaźń. 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Wgląd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, 2/7.</w:t>
            </w:r>
          </w:p>
        </w:tc>
      </w:tr>
      <w:tr w:rsidR="002C5038" w:rsidRPr="00B62CB3" w14:paraId="5F797078" w14:textId="77777777" w:rsidTr="00B62CB3">
        <w:tc>
          <w:tcPr>
            <w:tcW w:w="9498" w:type="dxa"/>
          </w:tcPr>
          <w:p w14:paraId="16D24FC3" w14:textId="77777777" w:rsidR="002C5038" w:rsidRPr="00BA0E45" w:rsidRDefault="002C5038" w:rsidP="00F34AA7">
            <w:pPr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BA0E4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D4A9F51" w14:textId="77777777" w:rsidR="003001A8" w:rsidRPr="00B62CB3" w:rsidRDefault="004F5907" w:rsidP="00F34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2CB3">
              <w:rPr>
                <w:rFonts w:ascii="Times New Roman" w:hAnsi="Times New Roman"/>
                <w:sz w:val="24"/>
                <w:szCs w:val="24"/>
              </w:rPr>
              <w:t>Zimbardo</w:t>
            </w:r>
            <w:proofErr w:type="spellEnd"/>
            <w:r w:rsidR="006B5478">
              <w:rPr>
                <w:rFonts w:ascii="Times New Roman" w:hAnsi="Times New Roman"/>
                <w:sz w:val="24"/>
                <w:szCs w:val="24"/>
              </w:rPr>
              <w:t>,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6B5478">
              <w:rPr>
                <w:rFonts w:ascii="Times New Roman" w:hAnsi="Times New Roman"/>
                <w:sz w:val="24"/>
                <w:szCs w:val="24"/>
              </w:rPr>
              <w:t>.,</w:t>
            </w:r>
            <w:proofErr w:type="spellStart"/>
            <w:r w:rsidR="00472BCE" w:rsidRPr="00B62CB3">
              <w:rPr>
                <w:rFonts w:ascii="Times New Roman" w:hAnsi="Times New Roman"/>
                <w:sz w:val="24"/>
                <w:szCs w:val="24"/>
              </w:rPr>
              <w:t>Gerrig</w:t>
            </w:r>
            <w:proofErr w:type="spellEnd"/>
            <w:r w:rsidR="00472BCE" w:rsidRPr="00B62CB3">
              <w:rPr>
                <w:rFonts w:ascii="Times New Roman" w:hAnsi="Times New Roman"/>
                <w:sz w:val="24"/>
                <w:szCs w:val="24"/>
              </w:rPr>
              <w:t>, R. (2014).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Psychologia i </w:t>
            </w:r>
            <w:proofErr w:type="spellStart"/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życie</w:t>
            </w:r>
            <w:r w:rsidR="00472BCE" w:rsidRPr="00B62CB3">
              <w:rPr>
                <w:rFonts w:ascii="Times New Roman" w:hAnsi="Times New Roman"/>
                <w:sz w:val="24"/>
                <w:szCs w:val="24"/>
              </w:rPr>
              <w:t>.Warszawa</w:t>
            </w:r>
            <w:proofErr w:type="spellEnd"/>
            <w:r w:rsidR="00472BCE" w:rsidRPr="00B62CB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 xml:space="preserve">PWN </w:t>
            </w:r>
          </w:p>
          <w:p w14:paraId="52CEB819" w14:textId="77777777" w:rsidR="002C5038" w:rsidRPr="00B62CB3" w:rsidRDefault="002C5038" w:rsidP="00BA0E45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62CB3">
              <w:rPr>
                <w:rFonts w:ascii="Times New Roman" w:hAnsi="Times New Roman"/>
                <w:sz w:val="24"/>
                <w:szCs w:val="24"/>
              </w:rPr>
              <w:t>Łukasik, A.</w:t>
            </w:r>
            <w:r w:rsidR="00472BCE" w:rsidRPr="00B62CB3">
              <w:rPr>
                <w:rFonts w:ascii="Times New Roman" w:hAnsi="Times New Roman"/>
                <w:sz w:val="24"/>
                <w:szCs w:val="24"/>
              </w:rPr>
              <w:t xml:space="preserve"> (2007).</w:t>
            </w:r>
            <w:r w:rsidRPr="009604EF">
              <w:rPr>
                <w:rFonts w:ascii="Times New Roman" w:hAnsi="Times New Roman"/>
                <w:i/>
                <w:sz w:val="24"/>
                <w:szCs w:val="24"/>
              </w:rPr>
              <w:t xml:space="preserve">Ewolucyjna psychologia </w:t>
            </w:r>
            <w:proofErr w:type="spellStart"/>
            <w:r w:rsidRPr="009604EF">
              <w:rPr>
                <w:rFonts w:ascii="Times New Roman" w:hAnsi="Times New Roman"/>
                <w:i/>
                <w:sz w:val="24"/>
                <w:szCs w:val="24"/>
              </w:rPr>
              <w:t>umysłu</w:t>
            </w:r>
            <w:r w:rsidR="00472BCE" w:rsidRPr="00B62CB3">
              <w:rPr>
                <w:rFonts w:ascii="Times New Roman" w:hAnsi="Times New Roman"/>
                <w:sz w:val="24"/>
                <w:szCs w:val="24"/>
              </w:rPr>
              <w:t>.Rzeszów</w:t>
            </w:r>
            <w:proofErr w:type="spellEnd"/>
            <w:r w:rsidR="00472BCE" w:rsidRPr="00B62CB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62CB3">
              <w:rPr>
                <w:rFonts w:ascii="Times New Roman" w:hAnsi="Times New Roman"/>
                <w:sz w:val="24"/>
                <w:szCs w:val="24"/>
              </w:rPr>
              <w:t>UR</w:t>
            </w:r>
          </w:p>
        </w:tc>
      </w:tr>
    </w:tbl>
    <w:p w14:paraId="50DCA02E" w14:textId="77777777" w:rsidR="002C5038" w:rsidRPr="002A4FE4" w:rsidRDefault="002C5038" w:rsidP="009C54AE">
      <w:pPr>
        <w:pStyle w:val="Punktygwne"/>
        <w:spacing w:before="0" w:after="0"/>
        <w:rPr>
          <w:smallCaps w:val="0"/>
          <w:szCs w:val="24"/>
        </w:rPr>
      </w:pPr>
    </w:p>
    <w:p w14:paraId="3AF9F6D4" w14:textId="77777777" w:rsidR="0085747A" w:rsidRPr="002A4FE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27EEEFF" w14:textId="77777777" w:rsidR="0085747A" w:rsidRPr="002A4FE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AA36727" w14:textId="77777777" w:rsidR="0085747A" w:rsidRPr="002A4FE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2A4FE4">
        <w:rPr>
          <w:b w:val="0"/>
          <w:smallCaps w:val="0"/>
          <w:szCs w:val="24"/>
        </w:rPr>
        <w:t>Akceptacja Kierownika Jednostki lub osoby upoważnionej</w:t>
      </w:r>
    </w:p>
    <w:sectPr w:rsidR="0085747A" w:rsidRPr="002A4F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6D4AD" w14:textId="77777777" w:rsidR="00397F76" w:rsidRDefault="00397F76" w:rsidP="00C16ABF">
      <w:pPr>
        <w:spacing w:after="0" w:line="240" w:lineRule="auto"/>
      </w:pPr>
      <w:r>
        <w:separator/>
      </w:r>
    </w:p>
  </w:endnote>
  <w:endnote w:type="continuationSeparator" w:id="0">
    <w:p w14:paraId="3539D840" w14:textId="77777777" w:rsidR="00397F76" w:rsidRDefault="00397F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C4248" w14:textId="77777777" w:rsidR="00397F76" w:rsidRDefault="00397F76" w:rsidP="00C16ABF">
      <w:pPr>
        <w:spacing w:after="0" w:line="240" w:lineRule="auto"/>
      </w:pPr>
      <w:r>
        <w:separator/>
      </w:r>
    </w:p>
  </w:footnote>
  <w:footnote w:type="continuationSeparator" w:id="0">
    <w:p w14:paraId="41660A11" w14:textId="77777777" w:rsidR="00397F76" w:rsidRDefault="00397F76" w:rsidP="00C16ABF">
      <w:pPr>
        <w:spacing w:after="0" w:line="240" w:lineRule="auto"/>
      </w:pPr>
      <w:r>
        <w:continuationSeparator/>
      </w:r>
    </w:p>
  </w:footnote>
  <w:footnote w:id="1">
    <w:p w14:paraId="4196289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6DE"/>
    <w:rsid w:val="00022ECE"/>
    <w:rsid w:val="0002735A"/>
    <w:rsid w:val="00042A51"/>
    <w:rsid w:val="00042D2E"/>
    <w:rsid w:val="00044C82"/>
    <w:rsid w:val="00067065"/>
    <w:rsid w:val="00070ED6"/>
    <w:rsid w:val="000742DC"/>
    <w:rsid w:val="0007455F"/>
    <w:rsid w:val="00084C12"/>
    <w:rsid w:val="00087E8F"/>
    <w:rsid w:val="00091910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47E36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86C0B"/>
    <w:rsid w:val="00192F37"/>
    <w:rsid w:val="001A13B0"/>
    <w:rsid w:val="001A13D0"/>
    <w:rsid w:val="001A5C91"/>
    <w:rsid w:val="001A70D2"/>
    <w:rsid w:val="001B1596"/>
    <w:rsid w:val="001B16AB"/>
    <w:rsid w:val="001B5A18"/>
    <w:rsid w:val="001C7712"/>
    <w:rsid w:val="001D1CEB"/>
    <w:rsid w:val="001D657B"/>
    <w:rsid w:val="001D7B54"/>
    <w:rsid w:val="001E0209"/>
    <w:rsid w:val="001F2CA2"/>
    <w:rsid w:val="001F37DE"/>
    <w:rsid w:val="002144C0"/>
    <w:rsid w:val="0022477D"/>
    <w:rsid w:val="00225D67"/>
    <w:rsid w:val="002278A9"/>
    <w:rsid w:val="002336F9"/>
    <w:rsid w:val="0024028F"/>
    <w:rsid w:val="00244ABC"/>
    <w:rsid w:val="00250ED4"/>
    <w:rsid w:val="002556B7"/>
    <w:rsid w:val="00281FF2"/>
    <w:rsid w:val="002857DE"/>
    <w:rsid w:val="00290097"/>
    <w:rsid w:val="00291567"/>
    <w:rsid w:val="002A22BF"/>
    <w:rsid w:val="002A2389"/>
    <w:rsid w:val="002A4FE4"/>
    <w:rsid w:val="002A671D"/>
    <w:rsid w:val="002B4D55"/>
    <w:rsid w:val="002B5EA0"/>
    <w:rsid w:val="002B6119"/>
    <w:rsid w:val="002B6F96"/>
    <w:rsid w:val="002C1F06"/>
    <w:rsid w:val="002C4B31"/>
    <w:rsid w:val="002C5038"/>
    <w:rsid w:val="002D3375"/>
    <w:rsid w:val="002D4455"/>
    <w:rsid w:val="002D5DFF"/>
    <w:rsid w:val="002D73D4"/>
    <w:rsid w:val="002F02A3"/>
    <w:rsid w:val="002F4ABE"/>
    <w:rsid w:val="002F7F98"/>
    <w:rsid w:val="003001A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8715B"/>
    <w:rsid w:val="003962CA"/>
    <w:rsid w:val="00397F76"/>
    <w:rsid w:val="003A0A5B"/>
    <w:rsid w:val="003A1176"/>
    <w:rsid w:val="003A6D81"/>
    <w:rsid w:val="003B268B"/>
    <w:rsid w:val="003B61A0"/>
    <w:rsid w:val="003B7501"/>
    <w:rsid w:val="003C0BAE"/>
    <w:rsid w:val="003D18A9"/>
    <w:rsid w:val="003D385A"/>
    <w:rsid w:val="003D6CE2"/>
    <w:rsid w:val="003E1941"/>
    <w:rsid w:val="003E2FE6"/>
    <w:rsid w:val="003E48B4"/>
    <w:rsid w:val="003E49D5"/>
    <w:rsid w:val="003F1C68"/>
    <w:rsid w:val="003F38C0"/>
    <w:rsid w:val="004066D7"/>
    <w:rsid w:val="00410D6B"/>
    <w:rsid w:val="00414E3C"/>
    <w:rsid w:val="0042244A"/>
    <w:rsid w:val="0042745A"/>
    <w:rsid w:val="00431D5C"/>
    <w:rsid w:val="00435720"/>
    <w:rsid w:val="00436227"/>
    <w:rsid w:val="004362C6"/>
    <w:rsid w:val="00437FA2"/>
    <w:rsid w:val="00442FED"/>
    <w:rsid w:val="004447E0"/>
    <w:rsid w:val="00445970"/>
    <w:rsid w:val="0045729E"/>
    <w:rsid w:val="00461EFC"/>
    <w:rsid w:val="004652C2"/>
    <w:rsid w:val="004706D1"/>
    <w:rsid w:val="00470DAD"/>
    <w:rsid w:val="00471326"/>
    <w:rsid w:val="00472BCE"/>
    <w:rsid w:val="0047598D"/>
    <w:rsid w:val="004840FD"/>
    <w:rsid w:val="0048425B"/>
    <w:rsid w:val="00490F7D"/>
    <w:rsid w:val="00491678"/>
    <w:rsid w:val="004968E2"/>
    <w:rsid w:val="004A3EEA"/>
    <w:rsid w:val="004A4D1F"/>
    <w:rsid w:val="004B3756"/>
    <w:rsid w:val="004C22D2"/>
    <w:rsid w:val="004C3708"/>
    <w:rsid w:val="004C563F"/>
    <w:rsid w:val="004C6AD0"/>
    <w:rsid w:val="004C6ED9"/>
    <w:rsid w:val="004D5282"/>
    <w:rsid w:val="004E7B69"/>
    <w:rsid w:val="004F1551"/>
    <w:rsid w:val="004F55A3"/>
    <w:rsid w:val="004F5907"/>
    <w:rsid w:val="0050496F"/>
    <w:rsid w:val="0050717D"/>
    <w:rsid w:val="00513279"/>
    <w:rsid w:val="00513B6F"/>
    <w:rsid w:val="005145A3"/>
    <w:rsid w:val="00517C63"/>
    <w:rsid w:val="00524DE2"/>
    <w:rsid w:val="00526C94"/>
    <w:rsid w:val="00536388"/>
    <w:rsid w:val="005363C4"/>
    <w:rsid w:val="00536BDE"/>
    <w:rsid w:val="00543ACC"/>
    <w:rsid w:val="00554203"/>
    <w:rsid w:val="00556AB2"/>
    <w:rsid w:val="00564E2E"/>
    <w:rsid w:val="0056696D"/>
    <w:rsid w:val="00571AD1"/>
    <w:rsid w:val="00573EF9"/>
    <w:rsid w:val="0057462D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1C3F"/>
    <w:rsid w:val="00617230"/>
    <w:rsid w:val="0062123D"/>
    <w:rsid w:val="00621CE1"/>
    <w:rsid w:val="006234F9"/>
    <w:rsid w:val="00627FC9"/>
    <w:rsid w:val="006431FA"/>
    <w:rsid w:val="00647FA8"/>
    <w:rsid w:val="00650C5F"/>
    <w:rsid w:val="0065370F"/>
    <w:rsid w:val="00654934"/>
    <w:rsid w:val="00655BE6"/>
    <w:rsid w:val="006620D9"/>
    <w:rsid w:val="006644F1"/>
    <w:rsid w:val="0066451F"/>
    <w:rsid w:val="00671958"/>
    <w:rsid w:val="00675843"/>
    <w:rsid w:val="00680E52"/>
    <w:rsid w:val="00696477"/>
    <w:rsid w:val="006A4D9C"/>
    <w:rsid w:val="006B5478"/>
    <w:rsid w:val="006C367A"/>
    <w:rsid w:val="006D050F"/>
    <w:rsid w:val="006D6139"/>
    <w:rsid w:val="006E2C92"/>
    <w:rsid w:val="006E5D65"/>
    <w:rsid w:val="006F1282"/>
    <w:rsid w:val="006F1FBC"/>
    <w:rsid w:val="006F2B8F"/>
    <w:rsid w:val="006F31E2"/>
    <w:rsid w:val="006F3403"/>
    <w:rsid w:val="00706544"/>
    <w:rsid w:val="00706600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53"/>
    <w:rsid w:val="00757C8C"/>
    <w:rsid w:val="00763BF1"/>
    <w:rsid w:val="00765D0C"/>
    <w:rsid w:val="00766FD4"/>
    <w:rsid w:val="0078168C"/>
    <w:rsid w:val="00787198"/>
    <w:rsid w:val="00787C2A"/>
    <w:rsid w:val="00790E27"/>
    <w:rsid w:val="007A4022"/>
    <w:rsid w:val="007A6E6E"/>
    <w:rsid w:val="007C3299"/>
    <w:rsid w:val="007C3BCC"/>
    <w:rsid w:val="007C4546"/>
    <w:rsid w:val="007C4DFE"/>
    <w:rsid w:val="007D6A32"/>
    <w:rsid w:val="007D6E56"/>
    <w:rsid w:val="007F10A8"/>
    <w:rsid w:val="007F1652"/>
    <w:rsid w:val="007F23B9"/>
    <w:rsid w:val="007F4155"/>
    <w:rsid w:val="00811EFC"/>
    <w:rsid w:val="0081554D"/>
    <w:rsid w:val="00815ED2"/>
    <w:rsid w:val="0081707E"/>
    <w:rsid w:val="00822E5D"/>
    <w:rsid w:val="00836330"/>
    <w:rsid w:val="008449B3"/>
    <w:rsid w:val="00851471"/>
    <w:rsid w:val="00856A75"/>
    <w:rsid w:val="00857176"/>
    <w:rsid w:val="0085747A"/>
    <w:rsid w:val="00870426"/>
    <w:rsid w:val="00884922"/>
    <w:rsid w:val="008853CB"/>
    <w:rsid w:val="00885F64"/>
    <w:rsid w:val="008917F9"/>
    <w:rsid w:val="008A2E1D"/>
    <w:rsid w:val="008A3A9B"/>
    <w:rsid w:val="008A45F7"/>
    <w:rsid w:val="008A4E70"/>
    <w:rsid w:val="008B0A62"/>
    <w:rsid w:val="008B2182"/>
    <w:rsid w:val="008C0CC0"/>
    <w:rsid w:val="008C19A9"/>
    <w:rsid w:val="008C379D"/>
    <w:rsid w:val="008C5147"/>
    <w:rsid w:val="008C5359"/>
    <w:rsid w:val="008C5363"/>
    <w:rsid w:val="008D1B82"/>
    <w:rsid w:val="008D3DFB"/>
    <w:rsid w:val="008E40E1"/>
    <w:rsid w:val="008E64F4"/>
    <w:rsid w:val="008F12C9"/>
    <w:rsid w:val="008F3A54"/>
    <w:rsid w:val="008F6E29"/>
    <w:rsid w:val="00907A11"/>
    <w:rsid w:val="00915519"/>
    <w:rsid w:val="00916188"/>
    <w:rsid w:val="00923D7D"/>
    <w:rsid w:val="009334CE"/>
    <w:rsid w:val="009444FF"/>
    <w:rsid w:val="009508DF"/>
    <w:rsid w:val="00950DAC"/>
    <w:rsid w:val="00954A07"/>
    <w:rsid w:val="009604EF"/>
    <w:rsid w:val="0097170C"/>
    <w:rsid w:val="00975F23"/>
    <w:rsid w:val="00985F63"/>
    <w:rsid w:val="00996E15"/>
    <w:rsid w:val="00997F14"/>
    <w:rsid w:val="009A4153"/>
    <w:rsid w:val="009A78D9"/>
    <w:rsid w:val="009B17D1"/>
    <w:rsid w:val="009C1331"/>
    <w:rsid w:val="009C31F3"/>
    <w:rsid w:val="009C3E31"/>
    <w:rsid w:val="009C54AE"/>
    <w:rsid w:val="009C788E"/>
    <w:rsid w:val="009E3B41"/>
    <w:rsid w:val="009F3C5C"/>
    <w:rsid w:val="009F4610"/>
    <w:rsid w:val="009F629B"/>
    <w:rsid w:val="00A00ECC"/>
    <w:rsid w:val="00A12A72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55B3A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5D5D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17210"/>
    <w:rsid w:val="00B2476C"/>
    <w:rsid w:val="00B3130B"/>
    <w:rsid w:val="00B40ADB"/>
    <w:rsid w:val="00B43B77"/>
    <w:rsid w:val="00B43E80"/>
    <w:rsid w:val="00B515CD"/>
    <w:rsid w:val="00B607DB"/>
    <w:rsid w:val="00B62CB3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A0E45"/>
    <w:rsid w:val="00BA662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30A"/>
    <w:rsid w:val="00C36992"/>
    <w:rsid w:val="00C56036"/>
    <w:rsid w:val="00C56BA4"/>
    <w:rsid w:val="00C61DC5"/>
    <w:rsid w:val="00C65E69"/>
    <w:rsid w:val="00C67E92"/>
    <w:rsid w:val="00C70A26"/>
    <w:rsid w:val="00C766DF"/>
    <w:rsid w:val="00C80853"/>
    <w:rsid w:val="00C8698B"/>
    <w:rsid w:val="00C94B98"/>
    <w:rsid w:val="00C958CD"/>
    <w:rsid w:val="00CA2B96"/>
    <w:rsid w:val="00CA5089"/>
    <w:rsid w:val="00CB19B6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3798"/>
    <w:rsid w:val="00D176BD"/>
    <w:rsid w:val="00D17C3C"/>
    <w:rsid w:val="00D26B2C"/>
    <w:rsid w:val="00D352C9"/>
    <w:rsid w:val="00D425B2"/>
    <w:rsid w:val="00D428D6"/>
    <w:rsid w:val="00D552B2"/>
    <w:rsid w:val="00D608D1"/>
    <w:rsid w:val="00D62823"/>
    <w:rsid w:val="00D73935"/>
    <w:rsid w:val="00D73ADA"/>
    <w:rsid w:val="00D74119"/>
    <w:rsid w:val="00D8075B"/>
    <w:rsid w:val="00D8678B"/>
    <w:rsid w:val="00DA2114"/>
    <w:rsid w:val="00DA2176"/>
    <w:rsid w:val="00DA24B8"/>
    <w:rsid w:val="00DB30CB"/>
    <w:rsid w:val="00DD2695"/>
    <w:rsid w:val="00DD54DD"/>
    <w:rsid w:val="00DD7A2A"/>
    <w:rsid w:val="00DE09C0"/>
    <w:rsid w:val="00DE4A14"/>
    <w:rsid w:val="00DF320D"/>
    <w:rsid w:val="00DF3BB6"/>
    <w:rsid w:val="00DF59BA"/>
    <w:rsid w:val="00DF71C8"/>
    <w:rsid w:val="00E01E1B"/>
    <w:rsid w:val="00E025AE"/>
    <w:rsid w:val="00E025B0"/>
    <w:rsid w:val="00E1125D"/>
    <w:rsid w:val="00E129B8"/>
    <w:rsid w:val="00E12BC8"/>
    <w:rsid w:val="00E20469"/>
    <w:rsid w:val="00E21E75"/>
    <w:rsid w:val="00E21E7D"/>
    <w:rsid w:val="00E22FBC"/>
    <w:rsid w:val="00E24BF5"/>
    <w:rsid w:val="00E25338"/>
    <w:rsid w:val="00E26C7F"/>
    <w:rsid w:val="00E32187"/>
    <w:rsid w:val="00E4505F"/>
    <w:rsid w:val="00E51E44"/>
    <w:rsid w:val="00E63348"/>
    <w:rsid w:val="00E73894"/>
    <w:rsid w:val="00E77E88"/>
    <w:rsid w:val="00E8107D"/>
    <w:rsid w:val="00E814AC"/>
    <w:rsid w:val="00E92CC8"/>
    <w:rsid w:val="00E960BB"/>
    <w:rsid w:val="00E96EBB"/>
    <w:rsid w:val="00EA2074"/>
    <w:rsid w:val="00EA4832"/>
    <w:rsid w:val="00EA4E9D"/>
    <w:rsid w:val="00EB1B04"/>
    <w:rsid w:val="00EB47E3"/>
    <w:rsid w:val="00EC0113"/>
    <w:rsid w:val="00EC3DE8"/>
    <w:rsid w:val="00EC4043"/>
    <w:rsid w:val="00EC4899"/>
    <w:rsid w:val="00ED03AB"/>
    <w:rsid w:val="00ED32D2"/>
    <w:rsid w:val="00EE32DE"/>
    <w:rsid w:val="00EE5457"/>
    <w:rsid w:val="00F070AB"/>
    <w:rsid w:val="00F14BD3"/>
    <w:rsid w:val="00F17567"/>
    <w:rsid w:val="00F27A7B"/>
    <w:rsid w:val="00F34AA7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C5391"/>
    <w:rsid w:val="00FD477F"/>
    <w:rsid w:val="00FD503F"/>
    <w:rsid w:val="00FD7589"/>
    <w:rsid w:val="00FE1E92"/>
    <w:rsid w:val="00FF016A"/>
    <w:rsid w:val="00FF1401"/>
    <w:rsid w:val="00FF5E7D"/>
    <w:rsid w:val="00FF6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3C55"/>
  <w15:docId w15:val="{30AB8BA8-1321-48BF-8498-431E884F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6E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E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E1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E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E1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8FFD-9BFB-425E-B679-43BFA5EB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</TotalTime>
  <Pages>5</Pages>
  <Words>1370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Psycholog</cp:lastModifiedBy>
  <cp:revision>16</cp:revision>
  <cp:lastPrinted>2019-02-06T12:12:00Z</cp:lastPrinted>
  <dcterms:created xsi:type="dcterms:W3CDTF">2022-11-21T19:35:00Z</dcterms:created>
  <dcterms:modified xsi:type="dcterms:W3CDTF">2023-06-01T11:43:00Z</dcterms:modified>
</cp:coreProperties>
</file>